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CE6" w:rsidRDefault="00FF1CE6" w:rsidP="00C84C8D">
      <w:pPr>
        <w:rPr>
          <w:b/>
          <w:sz w:val="2"/>
          <w:szCs w:val="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7.65pt;margin-top:4.65pt;width:547.65pt;height:787.35pt;z-index:-251665408" wrapcoords="-30 -21 -30 21579 21630 21579 21630 -21 -30 -21">
            <v:textbox style="mso-next-textbox:#_x0000_s1026">
              <w:txbxContent>
                <w:p w:rsidR="00FF1CE6" w:rsidRDefault="00FF1CE6" w:rsidP="008A6123">
                  <w:pPr>
                    <w:rPr>
                      <w:b/>
                      <w:noProof/>
                      <w:sz w:val="6"/>
                      <w:szCs w:val="6"/>
                    </w:rPr>
                  </w:pPr>
                  <w:r>
                    <w:rPr>
                      <w:b/>
                      <w:noProof/>
                      <w:sz w:val="32"/>
                      <w:szCs w:val="32"/>
                    </w:rPr>
                    <w:t xml:space="preserve">                                                   </w:t>
                  </w:r>
                  <w:r w:rsidRPr="00774C0E">
                    <w:rPr>
                      <w:b/>
                      <w:noProof/>
                      <w:sz w:val="32"/>
                      <w:szCs w:val="32"/>
                    </w:rPr>
                    <w:t xml:space="preserve">                      </w:t>
                  </w:r>
                  <w:r w:rsidRPr="00774C0E">
                    <w:rPr>
                      <w:b/>
                      <w:sz w:val="32"/>
                      <w:szCs w:val="32"/>
                    </w:rPr>
                    <w:t xml:space="preserve"> </w:t>
                  </w:r>
                  <w:r w:rsidRPr="00774C0E">
                    <w:rPr>
                      <w:rFonts w:ascii="Adventure" w:hAnsi="Adventure"/>
                      <w:b/>
                      <w:sz w:val="32"/>
                      <w:szCs w:val="32"/>
                    </w:rPr>
                    <w:t xml:space="preserve">                                            </w:t>
                  </w:r>
                  <w:r w:rsidRPr="00774C0E">
                    <w:rPr>
                      <w:b/>
                      <w:sz w:val="32"/>
                      <w:szCs w:val="32"/>
                    </w:rPr>
                    <w:t xml:space="preserve"> </w:t>
                  </w:r>
                  <w:r w:rsidRPr="00774C0E">
                    <w:rPr>
                      <w:b/>
                      <w:noProof/>
                      <w:sz w:val="32"/>
                      <w:szCs w:val="32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  <w:p w:rsidR="00FF1CE6" w:rsidRPr="003E46FB" w:rsidRDefault="00FF1CE6" w:rsidP="008A6123">
                  <w:pPr>
                    <w:rPr>
                      <w:b/>
                      <w:noProof/>
                      <w:sz w:val="6"/>
                      <w:szCs w:val="6"/>
                      <w:u w:val="single"/>
                    </w:rPr>
                  </w:pPr>
                  <w:r w:rsidRPr="00F558A1">
                    <w:rPr>
                      <w:b/>
                      <w:i/>
                      <w:sz w:val="22"/>
                      <w:szCs w:val="22"/>
                    </w:rPr>
                    <w:t xml:space="preserve">                                                                                                                                           </w:t>
                  </w:r>
                  <w:r w:rsidRPr="003E46FB">
                    <w:rPr>
                      <w:b/>
                      <w:sz w:val="22"/>
                      <w:szCs w:val="22"/>
                      <w:u w:val="single"/>
                    </w:rPr>
                    <w:t>К 70-летию Великой Победы</w:t>
                  </w:r>
                </w:p>
                <w:p w:rsidR="00FF1CE6" w:rsidRPr="0044572E" w:rsidRDefault="00FF1CE6" w:rsidP="0044572E">
                  <w:pPr>
                    <w:rPr>
                      <w:b/>
                      <w:noProof/>
                      <w:sz w:val="6"/>
                      <w:szCs w:val="6"/>
                    </w:rPr>
                  </w:pPr>
                  <w:r>
                    <w:rPr>
                      <w:b/>
                      <w:noProof/>
                      <w:sz w:val="6"/>
                      <w:szCs w:val="6"/>
                    </w:rPr>
                    <w:t xml:space="preserve">   </w:t>
                  </w:r>
                  <w:r w:rsidRPr="00F2321C">
                    <w:rPr>
                      <w:color w:val="000000"/>
                      <w:sz w:val="28"/>
                      <w:szCs w:val="28"/>
                    </w:rPr>
                    <w:sym w:font="Wingdings" w:char="F077"/>
                  </w:r>
                  <w:r>
                    <w:rPr>
                      <w:b/>
                      <w:noProof/>
                      <w:sz w:val="6"/>
                      <w:szCs w:val="6"/>
                    </w:rPr>
                    <w:t xml:space="preserve">        </w:t>
                  </w:r>
                  <w:r w:rsidRPr="008D73FF">
                    <w:rPr>
                      <w:noProof/>
                      <w:sz w:val="22"/>
                      <w:szCs w:val="22"/>
                    </w:rPr>
                    <w:t xml:space="preserve">В Курской районной </w:t>
                  </w:r>
                  <w:r>
                    <w:rPr>
                      <w:noProof/>
                      <w:sz w:val="22"/>
                      <w:szCs w:val="22"/>
                    </w:rPr>
                    <w:t xml:space="preserve">детской </w:t>
                  </w:r>
                  <w:r w:rsidRPr="008D73FF">
                    <w:rPr>
                      <w:noProof/>
                      <w:sz w:val="22"/>
                      <w:szCs w:val="22"/>
                    </w:rPr>
                    <w:t>библиотеке с учениками 4 «Б</w:t>
                  </w:r>
                  <w:r>
                    <w:rPr>
                      <w:noProof/>
                      <w:sz w:val="22"/>
                      <w:szCs w:val="22"/>
                    </w:rPr>
                    <w:t>» класса МОУСОШ №1 библиотекарь М.В. Лях провела час истоии «Маленькие герои большой войны».</w:t>
                  </w:r>
                  <w:r w:rsidRPr="008D73FF">
                    <w:rPr>
                      <w:noProof/>
                      <w:sz w:val="22"/>
                      <w:szCs w:val="22"/>
                    </w:rPr>
                    <w:t xml:space="preserve">                 </w:t>
                  </w:r>
                  <w:r w:rsidRPr="008D73FF">
                    <w:rPr>
                      <w:b/>
                      <w:noProof/>
                      <w:sz w:val="6"/>
                      <w:szCs w:val="6"/>
                    </w:rPr>
                    <w:t xml:space="preserve">                                                                                                                                                                                    </w:t>
                  </w:r>
                </w:p>
                <w:p w:rsidR="00FF1CE6" w:rsidRPr="0044572E" w:rsidRDefault="00FF1CE6" w:rsidP="0044572E">
                  <w:pPr>
                    <w:rPr>
                      <w:rFonts w:ascii="Monotype Corsiva" w:hAnsi="Monotype Corsiva"/>
                      <w:sz w:val="6"/>
                      <w:szCs w:val="6"/>
                    </w:rPr>
                  </w:pPr>
                  <w:r w:rsidRPr="00F2321C">
                    <w:rPr>
                      <w:color w:val="000000"/>
                      <w:sz w:val="28"/>
                      <w:szCs w:val="28"/>
                    </w:rPr>
                    <w:sym w:font="Wingdings" w:char="F077"/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 </w:t>
                  </w:r>
                  <w:r>
                    <w:rPr>
                      <w:color w:val="000000"/>
                      <w:sz w:val="22"/>
                      <w:szCs w:val="22"/>
                    </w:rPr>
                    <w:t>Б</w:t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>иблиотекарь Дыдымкинского филиала №24 Саркисова Л.А., в школе, для учеников 10 класса провела</w:t>
                  </w:r>
                  <w:r w:rsidRPr="00BC22E6">
                    <w:rPr>
                      <w:rStyle w:val="apple-converted-space"/>
                      <w:color w:val="000000"/>
                      <w:sz w:val="22"/>
                      <w:szCs w:val="22"/>
                    </w:rPr>
                    <w:t> </w:t>
                  </w:r>
                  <w:r w:rsidRPr="00BC22E6">
                    <w:rPr>
                      <w:bCs/>
                      <w:color w:val="000000"/>
                      <w:sz w:val="22"/>
                      <w:szCs w:val="22"/>
                    </w:rPr>
                    <w:t>видео</w:t>
                  </w:r>
                  <w:r>
                    <w:rPr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r w:rsidRPr="00BC22E6">
                    <w:rPr>
                      <w:bCs/>
                      <w:color w:val="000000"/>
                      <w:sz w:val="22"/>
                      <w:szCs w:val="22"/>
                    </w:rPr>
                    <w:t>беседу</w:t>
                  </w:r>
                  <w:r w:rsidRPr="007713F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«Шаги Победы. Битва за Кавказ».</w:t>
                  </w:r>
                  <w:r w:rsidRPr="007713F6">
                    <w:rPr>
                      <w:rStyle w:val="apple-converted-space"/>
                      <w:color w:val="000000"/>
                      <w:sz w:val="22"/>
                      <w:szCs w:val="22"/>
                    </w:rPr>
                    <w:t> </w:t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>Ребята просмотрели</w:t>
                  </w:r>
                  <w:r w:rsidRPr="007713F6">
                    <w:rPr>
                      <w:rStyle w:val="apple-converted-space"/>
                      <w:color w:val="000000"/>
                      <w:sz w:val="22"/>
                      <w:szCs w:val="22"/>
                    </w:rPr>
                    <w:t> </w:t>
                  </w:r>
                  <w:r w:rsidRPr="00BC22E6">
                    <w:rPr>
                      <w:bCs/>
                      <w:color w:val="000000"/>
                      <w:sz w:val="22"/>
                      <w:szCs w:val="22"/>
                    </w:rPr>
                    <w:t>видеофильм</w:t>
                  </w:r>
                  <w:r w:rsidRPr="007713F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«Битва за Кавказ</w:t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>», поделились воспоминаниями своих родных о войне, об оккупации, осудили зачинщиков современных локальных войн и конфликтов. 6 февраля Саркисова Л.А. показала</w:t>
                  </w:r>
                  <w:r w:rsidRPr="00BC22E6">
                    <w:rPr>
                      <w:rStyle w:val="apple-converted-space"/>
                      <w:color w:val="000000"/>
                      <w:sz w:val="22"/>
                      <w:szCs w:val="22"/>
                    </w:rPr>
                    <w:t> </w:t>
                  </w:r>
                  <w:r w:rsidRPr="00BC22E6">
                    <w:rPr>
                      <w:bCs/>
                      <w:color w:val="000000"/>
                      <w:sz w:val="22"/>
                      <w:szCs w:val="22"/>
                    </w:rPr>
                    <w:t>видеофильм</w:t>
                  </w:r>
                  <w:r w:rsidRPr="007713F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«В голодной петле»</w:t>
                  </w:r>
                  <w:r w:rsidRPr="007713F6">
                    <w:rPr>
                      <w:rStyle w:val="apple-converted-space"/>
                      <w:color w:val="000000"/>
                      <w:sz w:val="22"/>
                      <w:szCs w:val="22"/>
                    </w:rPr>
                    <w:t> </w:t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>(о блокаде Ленинграда) учащимся 9 и 10 классов.</w:t>
                  </w:r>
                </w:p>
                <w:p w:rsidR="00FF1CE6" w:rsidRPr="007713F6" w:rsidRDefault="00FF1CE6" w:rsidP="00BC22E6">
                  <w:pPr>
                    <w:pStyle w:val="western"/>
                    <w:shd w:val="clear" w:color="auto" w:fill="FFFFFF"/>
                    <w:spacing w:before="29" w:beforeAutospacing="0" w:after="29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F2321C">
                    <w:rPr>
                      <w:color w:val="000000"/>
                      <w:sz w:val="28"/>
                      <w:szCs w:val="28"/>
                    </w:rPr>
                    <w:sym w:font="Wingdings" w:char="F077"/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 xml:space="preserve">   Библиотекарь Винсовхозовской библиотеки-филиала №13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Саркисова Н.В. для учащихся 3 </w:t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 xml:space="preserve"> класса   </w:t>
                  </w:r>
                  <w:r w:rsidRPr="00BC22E6">
                    <w:rPr>
                      <w:bCs/>
                      <w:color w:val="000000"/>
                      <w:sz w:val="22"/>
                      <w:szCs w:val="22"/>
                    </w:rPr>
                    <w:t>провела беседу</w:t>
                  </w:r>
                  <w:r w:rsidRPr="007713F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«Шёл ребятам в ту пору…».</w:t>
                  </w:r>
                  <w:r w:rsidRPr="007713F6">
                    <w:rPr>
                      <w:rStyle w:val="apple-converted-space"/>
                      <w:color w:val="000000"/>
                      <w:sz w:val="22"/>
                      <w:szCs w:val="22"/>
                    </w:rPr>
                    <w:t> </w:t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>Рассказала о юных героях Пете Слезавине, Васе Кольге, Рае Павленко, которые участвовали в войне с фашистами: расклеивали листовки, помогали подпольщикам. Также рассказала о партизане Ване Ускове, воевавшем в отряде вместе с отцом. Прочитала отрывки из рассказов: «Соловушка», «Митя – радист», «Правофланговый». Ребята с удовольствием слушали, им было интересно узнать о юных героях Великой Отечественной войны. </w:t>
                  </w:r>
                </w:p>
                <w:p w:rsidR="00FF1CE6" w:rsidRPr="007713F6" w:rsidRDefault="00FF1CE6" w:rsidP="00BC22E6">
                  <w:pPr>
                    <w:pStyle w:val="western"/>
                    <w:shd w:val="clear" w:color="auto" w:fill="FFFFFF"/>
                    <w:spacing w:before="29" w:beforeAutospacing="0" w:after="29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F2321C">
                    <w:rPr>
                      <w:color w:val="000000"/>
                      <w:sz w:val="28"/>
                      <w:szCs w:val="28"/>
                    </w:rPr>
                    <w:sym w:font="Wingdings" w:char="F077"/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З</w:t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>аведующая Русской библиотекой-филиалом №9 Данилова Е.Б. провела</w:t>
                  </w:r>
                  <w:r w:rsidRPr="007713F6">
                    <w:rPr>
                      <w:rStyle w:val="apple-converted-space"/>
                      <w:color w:val="000000"/>
                      <w:sz w:val="22"/>
                      <w:szCs w:val="22"/>
                    </w:rPr>
                    <w:t> </w:t>
                  </w:r>
                  <w:r w:rsidRPr="00BC22E6">
                    <w:rPr>
                      <w:bCs/>
                      <w:color w:val="000000"/>
                      <w:sz w:val="22"/>
                      <w:szCs w:val="22"/>
                    </w:rPr>
                    <w:t>урок мужества</w:t>
                  </w:r>
                  <w:r w:rsidRPr="007713F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«Дети-герои Великой Отечественной войны».</w:t>
                  </w:r>
                  <w:r w:rsidRPr="007713F6">
                    <w:rPr>
                      <w:rStyle w:val="apple-converted-space"/>
                      <w:color w:val="000000"/>
                      <w:sz w:val="22"/>
                      <w:szCs w:val="22"/>
                    </w:rPr>
                    <w:t> </w:t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>Учащиеся 4 класса просмотрели и прослушали слайд-беседу «День юного героя-антифашиста», обзор «Великая Отечественная война в художественной литературе».</w:t>
                  </w:r>
                </w:p>
                <w:p w:rsidR="00FF1CE6" w:rsidRPr="007713F6" w:rsidRDefault="00FF1CE6" w:rsidP="00BC22E6">
                  <w:pPr>
                    <w:pStyle w:val="western"/>
                    <w:shd w:val="clear" w:color="auto" w:fill="FFFFFF"/>
                    <w:spacing w:before="29" w:beforeAutospacing="0" w:after="29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F2321C">
                    <w:rPr>
                      <w:color w:val="000000"/>
                      <w:sz w:val="28"/>
                      <w:szCs w:val="28"/>
                    </w:rPr>
                    <w:sym w:font="Wingdings" w:char="F077"/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 Б</w:t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>иблиотекари Эдиссийской библиотеки-филиала №11 в школе провели</w:t>
                  </w:r>
                  <w:r w:rsidRPr="007713F6">
                    <w:rPr>
                      <w:rStyle w:val="apple-converted-space"/>
                      <w:color w:val="000000"/>
                      <w:sz w:val="22"/>
                      <w:szCs w:val="22"/>
                    </w:rPr>
                    <w:t> </w:t>
                  </w:r>
                  <w:r w:rsidRPr="00BC22E6">
                    <w:rPr>
                      <w:bCs/>
                      <w:color w:val="000000"/>
                      <w:sz w:val="22"/>
                      <w:szCs w:val="22"/>
                    </w:rPr>
                    <w:t>урок мужества</w:t>
                  </w:r>
                  <w:r w:rsidRPr="007713F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«Маленькие герои большой войны».</w:t>
                  </w:r>
                  <w:r w:rsidRPr="007713F6">
                    <w:rPr>
                      <w:rStyle w:val="apple-converted-space"/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>Учащимся 3 «А» и 3 «Б» классов показали электронную презентацию «Дети войны», сделали обзор литературы о Великой Отечественной войне, предложили детям вспомнить песни воен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ных лет. Ребята проявили </w:t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 xml:space="preserve"> активность и любознательность, хорошее знание стихов и песен о войне.</w:t>
                  </w:r>
                </w:p>
                <w:p w:rsidR="00FF1CE6" w:rsidRPr="007713F6" w:rsidRDefault="00FF1CE6" w:rsidP="00BC22E6">
                  <w:pPr>
                    <w:pStyle w:val="western"/>
                    <w:shd w:val="clear" w:color="auto" w:fill="FFFFFF"/>
                    <w:spacing w:before="29" w:beforeAutospacing="0" w:after="29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F2321C">
                    <w:rPr>
                      <w:color w:val="000000"/>
                      <w:sz w:val="28"/>
                      <w:szCs w:val="28"/>
                    </w:rPr>
                    <w:sym w:font="Wingdings" w:char="F077"/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Б</w:t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>иблиотекарь Берёзкинского филиала №14 С.И.Бегешиева провела</w:t>
                  </w:r>
                  <w:r w:rsidRPr="007713F6">
                    <w:rPr>
                      <w:rStyle w:val="apple-converted-space"/>
                      <w:color w:val="000000"/>
                      <w:sz w:val="22"/>
                      <w:szCs w:val="22"/>
                    </w:rPr>
                    <w:t> </w:t>
                  </w:r>
                  <w:r w:rsidRPr="00BC22E6">
                    <w:rPr>
                      <w:bCs/>
                      <w:color w:val="000000"/>
                      <w:sz w:val="22"/>
                      <w:szCs w:val="22"/>
                    </w:rPr>
                    <w:t>урок мужества</w:t>
                  </w:r>
                  <w:r w:rsidRPr="007713F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«Дети войны»</w:t>
                  </w:r>
                  <w:r w:rsidRPr="007713F6">
                    <w:rPr>
                      <w:rStyle w:val="apple-converted-space"/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для учащихся </w:t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 xml:space="preserve"> 1-4 классов.</w:t>
                  </w:r>
                </w:p>
                <w:p w:rsidR="00FF1CE6" w:rsidRPr="007713F6" w:rsidRDefault="00FF1CE6" w:rsidP="00BC22E6">
                  <w:pPr>
                    <w:pStyle w:val="western"/>
                    <w:shd w:val="clear" w:color="auto" w:fill="FFFFFF"/>
                    <w:spacing w:before="29" w:beforeAutospacing="0" w:after="29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F2321C">
                    <w:rPr>
                      <w:color w:val="000000"/>
                      <w:sz w:val="28"/>
                      <w:szCs w:val="28"/>
                    </w:rPr>
                    <w:sym w:font="Wingdings" w:char="F077"/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З</w:t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>аведующая Привольненским филиалом №6 Л.Я.Константинова подготовила и провела в школе</w:t>
                  </w:r>
                  <w:r w:rsidRPr="007713F6">
                    <w:rPr>
                      <w:rStyle w:val="apple-converted-space"/>
                      <w:color w:val="000000"/>
                      <w:sz w:val="22"/>
                      <w:szCs w:val="22"/>
                    </w:rPr>
                    <w:t> </w:t>
                  </w:r>
                  <w:r w:rsidRPr="00BC22E6">
                    <w:rPr>
                      <w:bCs/>
                      <w:color w:val="000000"/>
                      <w:sz w:val="22"/>
                      <w:szCs w:val="22"/>
                    </w:rPr>
                    <w:t>литературно-музыкальную композицию</w:t>
                  </w:r>
                  <w:r w:rsidRPr="007713F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«Поклонимся и мёртвым, и живым»</w:t>
                  </w:r>
                  <w:r w:rsidRPr="007713F6">
                    <w:rPr>
                      <w:rStyle w:val="apple-converted-space"/>
                      <w:color w:val="000000"/>
                      <w:sz w:val="22"/>
                      <w:szCs w:val="22"/>
                    </w:rPr>
                    <w:t> </w:t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>с участием 5-9 классов; сделала обзор книжной выставки «Живое слово войны».</w:t>
                  </w:r>
                </w:p>
                <w:p w:rsidR="00FF1CE6" w:rsidRDefault="00FF1CE6" w:rsidP="00BC22E6">
                  <w:pPr>
                    <w:pStyle w:val="western"/>
                    <w:shd w:val="clear" w:color="auto" w:fill="FFFFFF"/>
                    <w:spacing w:before="29" w:beforeAutospacing="0" w:after="29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F2321C">
                    <w:rPr>
                      <w:color w:val="000000"/>
                      <w:sz w:val="28"/>
                      <w:szCs w:val="28"/>
                    </w:rPr>
                    <w:sym w:font="Wingdings" w:char="F077"/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>В Ростовановской библиотеке-филиале №18 учащимся 4 «А» класса была показана</w:t>
                  </w:r>
                  <w:r w:rsidRPr="007713F6">
                    <w:rPr>
                      <w:rStyle w:val="apple-converted-space"/>
                      <w:color w:val="000000"/>
                      <w:sz w:val="22"/>
                      <w:szCs w:val="22"/>
                    </w:rPr>
                    <w:t> </w:t>
                  </w:r>
                  <w:r w:rsidRPr="00BC22E6">
                    <w:rPr>
                      <w:bCs/>
                      <w:color w:val="000000"/>
                      <w:sz w:val="22"/>
                      <w:szCs w:val="22"/>
                    </w:rPr>
                    <w:t>видео - презентация</w:t>
                  </w:r>
                  <w:r w:rsidRPr="007713F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r w:rsidRPr="00F2321C">
                    <w:rPr>
                      <w:bCs/>
                      <w:color w:val="000000"/>
                      <w:sz w:val="22"/>
                      <w:szCs w:val="22"/>
                    </w:rPr>
                    <w:t>«День юного героя - антифашиста»</w:t>
                  </w:r>
                  <w:r w:rsidRPr="00F2321C">
                    <w:rPr>
                      <w:color w:val="000000"/>
                      <w:sz w:val="22"/>
                      <w:szCs w:val="22"/>
                    </w:rPr>
                    <w:t>.</w:t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 xml:space="preserve"> Подготовлена и проведена</w:t>
                  </w:r>
                  <w:r w:rsidRPr="007713F6">
                    <w:rPr>
                      <w:rStyle w:val="apple-converted-space"/>
                      <w:color w:val="000000"/>
                      <w:sz w:val="22"/>
                      <w:szCs w:val="22"/>
                    </w:rPr>
                    <w:t> </w:t>
                  </w:r>
                  <w:r w:rsidRPr="00BC22E6">
                    <w:rPr>
                      <w:bCs/>
                      <w:color w:val="000000"/>
                      <w:sz w:val="22"/>
                      <w:szCs w:val="22"/>
                    </w:rPr>
                    <w:t>литературно-музыкальная композиция</w:t>
                  </w:r>
                  <w:r w:rsidRPr="007713F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«Герои никогда не умирают, герои в нашей памяти живут!»</w:t>
                  </w:r>
                  <w:r w:rsidRPr="007713F6">
                    <w:rPr>
                      <w:rStyle w:val="apple-converted-space"/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с участием учащихся </w:t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 xml:space="preserve"> 3 «А»  и 2 «Б» классов. Библиотекарь Бизикова Т.Н. рассказала ребятам о мужестве и героизме детей - героев Ставрополья, о геро</w:t>
                  </w:r>
                  <w:r>
                    <w:rPr>
                      <w:color w:val="000000"/>
                      <w:sz w:val="22"/>
                      <w:szCs w:val="22"/>
                    </w:rPr>
                    <w:t>ях-пионерах, воевавших вместе с</w:t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 xml:space="preserve"> взрослыми против фашизма. Дети впервые узнали о подвиге Феди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Шерстобитова,</w:t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 xml:space="preserve"> Вани Бражненко и Вити Зелёного. Ребята проч</w:t>
                  </w:r>
                  <w:r>
                    <w:rPr>
                      <w:color w:val="000000"/>
                      <w:sz w:val="22"/>
                      <w:szCs w:val="22"/>
                    </w:rPr>
                    <w:t>ита</w:t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>ли стихи о войне и балладу, посвящённую юным героям-антифашистам. Все вместе исполнили песню «Орлёнок», которую специально выучили к этому мероприятию с библиотекарем.</w:t>
                  </w:r>
                </w:p>
                <w:p w:rsidR="00FF1CE6" w:rsidRDefault="00FF1CE6" w:rsidP="00BC22E6">
                  <w:pPr>
                    <w:pStyle w:val="western"/>
                    <w:shd w:val="clear" w:color="auto" w:fill="FFFFFF"/>
                    <w:spacing w:before="29" w:beforeAutospacing="0" w:after="29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  <w:p w:rsidR="00FF1CE6" w:rsidRDefault="00FF1CE6" w:rsidP="00BC22E6">
                  <w:pPr>
                    <w:pStyle w:val="western"/>
                    <w:shd w:val="clear" w:color="auto" w:fill="FFFFFF"/>
                    <w:spacing w:before="29" w:beforeAutospacing="0" w:after="29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  <w:p w:rsidR="00FF1CE6" w:rsidRDefault="00FF1CE6" w:rsidP="00BC22E6">
                  <w:pPr>
                    <w:pStyle w:val="western"/>
                    <w:shd w:val="clear" w:color="auto" w:fill="FFFFFF"/>
                    <w:spacing w:before="29" w:beforeAutospacing="0" w:after="29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  <w:p w:rsidR="00FF1CE6" w:rsidRDefault="00FF1CE6" w:rsidP="00BC22E6">
                  <w:pPr>
                    <w:pStyle w:val="western"/>
                    <w:shd w:val="clear" w:color="auto" w:fill="FFFFFF"/>
                    <w:spacing w:before="29" w:beforeAutospacing="0" w:after="29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  <w:p w:rsidR="00FF1CE6" w:rsidRDefault="00FF1CE6" w:rsidP="00BC22E6">
                  <w:pPr>
                    <w:pStyle w:val="western"/>
                    <w:shd w:val="clear" w:color="auto" w:fill="FFFFFF"/>
                    <w:spacing w:before="29" w:beforeAutospacing="0" w:after="29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  <w:p w:rsidR="00FF1CE6" w:rsidRDefault="00FF1CE6" w:rsidP="00BC22E6">
                  <w:pPr>
                    <w:pStyle w:val="western"/>
                    <w:shd w:val="clear" w:color="auto" w:fill="FFFFFF"/>
                    <w:spacing w:before="29" w:beforeAutospacing="0" w:after="29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  <w:p w:rsidR="00FF1CE6" w:rsidRDefault="00FF1CE6" w:rsidP="00BC22E6">
                  <w:pPr>
                    <w:pStyle w:val="western"/>
                    <w:shd w:val="clear" w:color="auto" w:fill="FFFFFF"/>
                    <w:spacing w:before="29" w:beforeAutospacing="0" w:after="29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  <w:p w:rsidR="00FF1CE6" w:rsidRDefault="00FF1CE6" w:rsidP="00BC22E6">
                  <w:pPr>
                    <w:pStyle w:val="western"/>
                    <w:shd w:val="clear" w:color="auto" w:fill="FFFFFF"/>
                    <w:spacing w:before="29" w:beforeAutospacing="0" w:after="29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  <w:p w:rsidR="00FF1CE6" w:rsidRPr="00F66CD2" w:rsidRDefault="00FF1CE6" w:rsidP="00BC22E6">
                  <w:pPr>
                    <w:pStyle w:val="western"/>
                    <w:shd w:val="clear" w:color="auto" w:fill="FFFFFF"/>
                    <w:spacing w:before="29" w:beforeAutospacing="0" w:after="29" w:afterAutospacing="0"/>
                    <w:jc w:val="both"/>
                    <w:rPr>
                      <w:color w:val="000000"/>
                      <w:sz w:val="4"/>
                      <w:szCs w:val="22"/>
                    </w:rPr>
                  </w:pPr>
                </w:p>
                <w:p w:rsidR="00FF1CE6" w:rsidRPr="000546D7" w:rsidRDefault="00FF1CE6" w:rsidP="007323C3">
                  <w:pPr>
                    <w:pStyle w:val="western"/>
                    <w:shd w:val="clear" w:color="auto" w:fill="FFFFFF"/>
                    <w:spacing w:before="29" w:beforeAutospacing="0" w:after="29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F2321C">
                    <w:rPr>
                      <w:color w:val="000000"/>
                      <w:sz w:val="28"/>
                      <w:szCs w:val="28"/>
                    </w:rPr>
                    <w:sym w:font="Wingdings" w:char="F077"/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 З</w:t>
                  </w:r>
                  <w:r w:rsidRPr="006123D6">
                    <w:rPr>
                      <w:color w:val="000000"/>
                      <w:sz w:val="22"/>
                      <w:szCs w:val="22"/>
                    </w:rPr>
                    <w:t>аведующая Бугуловским филиалом №22 Приходько Н.Б. в школе провела</w:t>
                  </w:r>
                  <w:r w:rsidRPr="006123D6">
                    <w:rPr>
                      <w:rStyle w:val="apple-converted-space"/>
                      <w:color w:val="000000"/>
                      <w:sz w:val="22"/>
                      <w:szCs w:val="22"/>
                    </w:rPr>
                    <w:t> </w:t>
                  </w:r>
                  <w:r w:rsidRPr="00BC22E6">
                    <w:rPr>
                      <w:bCs/>
                      <w:color w:val="000000"/>
                      <w:sz w:val="22"/>
                      <w:szCs w:val="22"/>
                    </w:rPr>
                    <w:t>беседу у книжной</w:t>
                  </w:r>
                  <w:r w:rsidRPr="006123D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r w:rsidRPr="00BC22E6">
                    <w:rPr>
                      <w:bCs/>
                      <w:color w:val="000000"/>
                      <w:sz w:val="22"/>
                      <w:szCs w:val="22"/>
                    </w:rPr>
                    <w:t>выставки</w:t>
                  </w:r>
                  <w:r w:rsidRPr="006123D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«Юными остались навсегда»</w:t>
                  </w:r>
                  <w:r w:rsidRPr="006123D6">
                    <w:rPr>
                      <w:rStyle w:val="apple-converted-space"/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для учащихся </w:t>
                  </w:r>
                  <w:r w:rsidRPr="006123D6">
                    <w:rPr>
                      <w:color w:val="000000"/>
                      <w:sz w:val="22"/>
                      <w:szCs w:val="22"/>
                    </w:rPr>
                    <w:t xml:space="preserve"> 3 классов. Сделала обзор литературы «Майский день 45-го года наша п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амять надёжно хранит» для учащихся </w:t>
                  </w:r>
                  <w:r w:rsidRPr="006123D6">
                    <w:rPr>
                      <w:color w:val="000000"/>
                      <w:sz w:val="22"/>
                      <w:szCs w:val="22"/>
                    </w:rPr>
                    <w:t>2-4 классов.</w:t>
                  </w:r>
                </w:p>
                <w:p w:rsidR="00FF1CE6" w:rsidRDefault="00FF1CE6" w:rsidP="007323C3">
                  <w:pPr>
                    <w:pStyle w:val="western"/>
                    <w:shd w:val="clear" w:color="auto" w:fill="FFFFFF"/>
                    <w:spacing w:before="29" w:beforeAutospacing="0" w:after="29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F2321C">
                    <w:rPr>
                      <w:color w:val="000000"/>
                      <w:sz w:val="28"/>
                      <w:szCs w:val="28"/>
                    </w:rPr>
                    <w:sym w:font="Wingdings" w:char="F077"/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 З</w:t>
                  </w:r>
                  <w:r w:rsidRPr="006123D6">
                    <w:rPr>
                      <w:color w:val="000000"/>
                      <w:sz w:val="22"/>
                      <w:szCs w:val="22"/>
                    </w:rPr>
                    <w:t>аведующая Мирненской библиотекой-филиалом №12 Д.Г.Акайчикова провела</w:t>
                  </w:r>
                  <w:r w:rsidRPr="006123D6">
                    <w:rPr>
                      <w:rStyle w:val="apple-converted-space"/>
                      <w:color w:val="000000"/>
                      <w:sz w:val="22"/>
                      <w:szCs w:val="22"/>
                    </w:rPr>
                    <w:t> </w:t>
                  </w:r>
                  <w:r w:rsidRPr="00BC22E6">
                    <w:rPr>
                      <w:bCs/>
                      <w:color w:val="000000"/>
                      <w:sz w:val="22"/>
                      <w:szCs w:val="22"/>
                    </w:rPr>
                    <w:t>беседу</w:t>
                  </w:r>
                  <w:r w:rsidRPr="006123D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«Битва за Кавказ»</w:t>
                  </w:r>
                  <w:r w:rsidRPr="006123D6">
                    <w:rPr>
                      <w:color w:val="000000"/>
                      <w:sz w:val="22"/>
                      <w:szCs w:val="22"/>
                    </w:rPr>
                    <w:t>. Учащиеся 5-6 классов проявили активность и осведомлённость о ходе битвы, поделились воспоминаниями своих родных – свидетелей войны.</w:t>
                  </w:r>
                </w:p>
                <w:p w:rsidR="00FF1CE6" w:rsidRPr="006123D6" w:rsidRDefault="00FF1CE6" w:rsidP="007323C3">
                  <w:pPr>
                    <w:pStyle w:val="western"/>
                    <w:shd w:val="clear" w:color="auto" w:fill="FFFFFF"/>
                    <w:spacing w:before="29" w:beforeAutospacing="0" w:after="29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F2321C">
                    <w:rPr>
                      <w:color w:val="000000"/>
                      <w:sz w:val="28"/>
                      <w:szCs w:val="28"/>
                    </w:rPr>
                    <w:sym w:font="Wingdings" w:char="F077"/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В </w:t>
                  </w:r>
                  <w:r w:rsidRPr="006123D6">
                    <w:rPr>
                      <w:color w:val="000000"/>
                      <w:sz w:val="22"/>
                      <w:szCs w:val="22"/>
                    </w:rPr>
                    <w:t>Галюгаевском филиале №1 библиотекарями В.И.Никитиной и Ю.И.Семёновой проведены обзоры книжных выставок «История района в воспоминаниях», «Великий подвиг великого народа», «Художественная и документальная проза о Великой Отечественной войне».</w:t>
                  </w:r>
                  <w:r w:rsidRPr="0040275A">
                    <w:t xml:space="preserve">               </w:t>
                  </w:r>
                </w:p>
                <w:p w:rsidR="00FF1CE6" w:rsidRPr="0010357A" w:rsidRDefault="00FF1CE6" w:rsidP="00F66CD2">
                  <w:pPr>
                    <w:pStyle w:val="western"/>
                    <w:shd w:val="clear" w:color="auto" w:fill="FFFFFF"/>
                    <w:spacing w:before="0" w:beforeAutospacing="0" w:after="0" w:afterAutospacing="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                                  </w:t>
                  </w:r>
                  <w:r w:rsidRPr="005263E9">
                    <w:rPr>
                      <w:rFonts w:ascii="Arial Narrow" w:hAnsi="Arial Narrow"/>
                      <w:b/>
                    </w:rPr>
                    <w:t>Юные герои войны, мы будем чтить ваш подвиг вечно.</w:t>
                  </w:r>
                </w:p>
                <w:p w:rsidR="00FF1CE6" w:rsidRDefault="00FF1CE6" w:rsidP="00F66CD2">
                  <w:pPr>
                    <w:pStyle w:val="western"/>
                    <w:shd w:val="clear" w:color="auto" w:fill="FFFFFF"/>
                    <w:spacing w:before="0" w:beforeAutospacing="0" w:after="0" w:afterAutospacing="0"/>
                    <w:jc w:val="both"/>
                  </w:pPr>
                  <w:r>
                    <w:t xml:space="preserve">    </w:t>
                  </w:r>
                  <w:r w:rsidRPr="0040275A">
                    <w:t xml:space="preserve"> </w:t>
                  </w:r>
                  <w:r w:rsidRPr="00F2321C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7 февраля в Новодеревенской библиотеке – филиале №10 был проведён литературный набат «Юные герои войны, мы будем чтить ваш подвиг вечно». Школьники 7-15 лет с особой болью и сердечностью вспоминали </w:t>
                  </w:r>
                  <w:r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r w:rsidRPr="00F2321C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r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</w:p>
                <w:p w:rsidR="00FF1CE6" w:rsidRPr="008B5B84" w:rsidRDefault="00FF1CE6" w:rsidP="00F66CD2">
                  <w:pPr>
                    <w:pStyle w:val="western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F2321C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юных героев, погибших в годы Великой Отече</w:t>
                  </w:r>
                  <w:r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ственной войны, защищая Родину. </w:t>
                  </w:r>
                  <w:r w:rsidRPr="00F2321C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Провели перекличку героев, </w:t>
                  </w:r>
                  <w:r>
                    <w:rPr>
                      <w:sz w:val="22"/>
                      <w:szCs w:val="22"/>
                    </w:rPr>
                    <w:t xml:space="preserve">                                                                   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7" type="#_x0000_t202" style="position:absolute;margin-left:405pt;margin-top:774pt;width:126pt;height:18pt;z-index:251663360" strokecolor="white">
            <v:textbox>
              <w:txbxContent>
                <w:p w:rsidR="00FF1CE6" w:rsidRPr="004E20B6" w:rsidRDefault="00FF1CE6">
                  <w:pPr>
                    <w:rPr>
                      <w:i/>
                      <w:sz w:val="18"/>
                    </w:rPr>
                  </w:pPr>
                  <w:r w:rsidRPr="004E20B6">
                    <w:rPr>
                      <w:i/>
                      <w:sz w:val="18"/>
                    </w:rPr>
                    <w:t>(Продолжение на стр. 3)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28" style="position:absolute;flip:y;z-index:251664384" from="387pt,11in" to="540pt,11in"/>
        </w:pict>
      </w:r>
      <w:r>
        <w:rPr>
          <w:noProof/>
        </w:rPr>
        <w:pict>
          <v:rect id="_x0000_s1029" style="position:absolute;margin-left:-.2pt;margin-top:479.4pt;width:179pt;height:114.6pt;z-index:251658240;mso-wrap-style:none" strokecolor="white">
            <v:textbox>
              <w:txbxContent>
                <w:p w:rsidR="00FF1CE6" w:rsidRDefault="00FF1CE6">
                  <w:r w:rsidRPr="00B632A0">
                    <w:rPr>
                      <w:noProof/>
                    </w:rPr>
                    <w:pict>
                      <v:shape id="Рисунок 5" o:spid="_x0000_i1027" type="#_x0000_t75" alt="http://libkmrsk.ru/images/meropriyatiya_bibliotek_filialov/image002.jpg" style="width:162.75pt;height:111pt;visibility:visible">
                        <v:imagedata r:id="rId7" o:title="" croptop="7404f" cropright="-1234f"/>
                      </v:shape>
                    </w:pict>
                  </w:r>
                </w:p>
              </w:txbxContent>
            </v:textbox>
          </v:rect>
        </w:pict>
      </w:r>
      <w:r>
        <w:rPr>
          <w:noProof/>
        </w:rPr>
        <w:pict>
          <v:shape id="_x0000_s1030" type="#_x0000_t202" style="position:absolute;margin-left:594pt;margin-top:4.65pt;width:540pt;height:787.35pt;z-index:-251664384" wrapcoords="-30 -21 -30 21579 21630 21579 21630 -21 -30 -21">
            <v:textbox style="mso-next-textbox:#_x0000_s1030">
              <w:txbxContent>
                <w:p w:rsidR="00FF1CE6" w:rsidRDefault="00FF1CE6" w:rsidP="00BC22E6">
                  <w:pPr>
                    <w:pStyle w:val="western"/>
                    <w:shd w:val="clear" w:color="auto" w:fill="FFFFFF"/>
                    <w:spacing w:before="29" w:beforeAutospacing="0" w:after="29" w:afterAutospacing="0"/>
                    <w:jc w:val="both"/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>
                    <w:t xml:space="preserve"> </w:t>
                  </w:r>
                  <w:r w:rsidRPr="00F2321C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чьи имена навеки останутся в нашей памяти: о  подвигах Марата Казея, Лёни Голикова, Вали Котик</w:t>
                  </w:r>
                  <w:r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а</w:t>
                  </w:r>
                  <w:r w:rsidRPr="00F2321C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, Зины Портновой, Володи Дубинина и многих других подростков, которые наравне с взрослыми встали на защиту нашей Родины, рассказали Серая Арина, Ребрикова Валерия, Рыжалова Феруза. Ребята читали стихи о бесстрашных подвигах юных героев, исполнили песню «Дети войны», посмотрели электронную презентацию «Маленькие герои большой войны».</w:t>
                  </w:r>
                  <w:r w:rsidRPr="00F2321C">
                    <w:rPr>
                      <w:rStyle w:val="apple-converted-space"/>
                      <w:color w:val="000000"/>
                      <w:sz w:val="22"/>
                      <w:szCs w:val="22"/>
                      <w:shd w:val="clear" w:color="auto" w:fill="FFFFFF"/>
                    </w:rPr>
                    <w:t> </w:t>
                  </w:r>
                  <w:r w:rsidRPr="00F2321C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Вспомнили и о юном герое - нашем земляке Вите Зелёном, который погиб от рук фашистских оккупантов 26 августа 1942 года. Ребята почтили минутой молчания память юных героев.</w:t>
                  </w:r>
                  <w:r w:rsidRPr="00F2321C">
                    <w:rPr>
                      <w:rStyle w:val="apple-converted-space"/>
                      <w:color w:val="000000"/>
                      <w:sz w:val="22"/>
                      <w:szCs w:val="22"/>
                      <w:shd w:val="clear" w:color="auto" w:fill="FFFFFF"/>
                    </w:rPr>
                    <w:t> </w:t>
                  </w:r>
                  <w:r w:rsidRPr="00F2321C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Мы должны помнить и чтить тех, кто умер за наше счастье, пролил кровь за ясное небо над головой. В мероприятии активно участвовали Гнездилова Настя, Гнездилова Алёна, Салин Дим</w:t>
                  </w:r>
                  <w:r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а, Питюнова Ангелина, </w:t>
                  </w:r>
                </w:p>
                <w:p w:rsidR="00FF1CE6" w:rsidRDefault="00FF1CE6" w:rsidP="00BC22E6">
                  <w:pPr>
                    <w:pStyle w:val="western"/>
                    <w:shd w:val="clear" w:color="auto" w:fill="FFFFFF"/>
                    <w:spacing w:before="29" w:beforeAutospacing="0" w:after="29" w:afterAutospacing="0"/>
                    <w:jc w:val="both"/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Серёжа Багадуров.                                                                                                                        </w:t>
                  </w:r>
                  <w:r w:rsidRPr="00990342">
                    <w:rPr>
                      <w:b/>
                      <w:color w:val="000000"/>
                      <w:sz w:val="18"/>
                      <w:szCs w:val="18"/>
                      <w:shd w:val="clear" w:color="auto" w:fill="FFFFFF"/>
                    </w:rPr>
                    <w:t>Н.В.Слюсарева</w:t>
                  </w:r>
                  <w:r>
                    <w:rPr>
                      <w:b/>
                      <w:color w:val="000000"/>
                      <w:sz w:val="18"/>
                      <w:szCs w:val="18"/>
                      <w:shd w:val="clear" w:color="auto" w:fill="FFFFFF"/>
                    </w:rPr>
                    <w:t>.</w:t>
                  </w:r>
                </w:p>
                <w:p w:rsidR="00FF1CE6" w:rsidRPr="00F66CD2" w:rsidRDefault="00FF1CE6" w:rsidP="00BC22E6">
                  <w:pPr>
                    <w:pStyle w:val="western"/>
                    <w:shd w:val="clear" w:color="auto" w:fill="FFFFFF"/>
                    <w:spacing w:before="29" w:beforeAutospacing="0" w:after="29" w:afterAutospacing="0"/>
                    <w:jc w:val="both"/>
                    <w:rPr>
                      <w:sz w:val="18"/>
                      <w:szCs w:val="18"/>
                      <w:shd w:val="clear" w:color="auto" w:fill="FFFFFF"/>
                    </w:rPr>
                  </w:pPr>
                  <w:r w:rsidRPr="00990342">
                    <w:rPr>
                      <w:color w:val="000000"/>
                      <w:sz w:val="18"/>
                      <w:szCs w:val="18"/>
                      <w:shd w:val="clear" w:color="auto" w:fill="FFFFFF"/>
                    </w:rPr>
                    <w:t xml:space="preserve">                                                                             </w:t>
                  </w:r>
                  <w:r>
                    <w:rPr>
                      <w:color w:val="000000"/>
                      <w:sz w:val="18"/>
                      <w:szCs w:val="18"/>
                      <w:shd w:val="clear" w:color="auto" w:fill="FFFFFF"/>
                    </w:rPr>
                    <w:t xml:space="preserve">                           </w:t>
                  </w:r>
                  <w:r w:rsidRPr="00990342">
                    <w:rPr>
                      <w:color w:val="000000"/>
                      <w:sz w:val="18"/>
                      <w:szCs w:val="18"/>
                      <w:shd w:val="clear" w:color="auto" w:fill="FFFFFF"/>
                    </w:rPr>
                    <w:t xml:space="preserve">    </w:t>
                  </w:r>
                  <w:r>
                    <w:rPr>
                      <w:color w:val="000000"/>
                      <w:sz w:val="18"/>
                      <w:szCs w:val="18"/>
                      <w:shd w:val="clear" w:color="auto" w:fill="FFFFFF"/>
                    </w:rPr>
                    <w:t xml:space="preserve">   </w:t>
                  </w:r>
                  <w:r w:rsidRPr="00990342">
                    <w:rPr>
                      <w:color w:val="000000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r>
                    <w:rPr>
                      <w:color w:val="000000"/>
                      <w:sz w:val="18"/>
                      <w:szCs w:val="18"/>
                      <w:shd w:val="clear" w:color="auto" w:fill="FFFFFF"/>
                    </w:rPr>
                    <w:t xml:space="preserve">      </w:t>
                  </w:r>
                  <w:r w:rsidRPr="00F66CD2">
                    <w:rPr>
                      <w:b/>
                      <w:sz w:val="22"/>
                      <w:szCs w:val="22"/>
                    </w:rP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9" type="#_x0000_t136" style="width:250.5pt;height:24.75pt" fillcolor="#333" strokecolor="#c00000">
                        <v:shadow color="#868686"/>
                        <v:textpath style="font-family:&quot;Arial Black&quot;;font-size:20pt;v-text-kern:t" trim="t" fitpath="t" string="День  защитников Отечества   "/>
                      </v:shape>
                    </w:pict>
                  </w:r>
                  <w:r w:rsidRPr="00F66CD2">
                    <w:rPr>
                      <w:sz w:val="18"/>
                      <w:szCs w:val="18"/>
                      <w:shd w:val="clear" w:color="auto" w:fill="FFFFFF"/>
                    </w:rPr>
                    <w:t xml:space="preserve">                                                       </w:t>
                  </w:r>
                  <w:r w:rsidRPr="00F66CD2">
                    <w:rPr>
                      <w:rFonts w:ascii="Arial" w:hAnsi="Arial" w:cs="Arial"/>
                      <w:sz w:val="18"/>
                      <w:szCs w:val="18"/>
                      <w:shd w:val="clear" w:color="auto" w:fill="FFFFFF"/>
                    </w:rPr>
                    <w:br/>
                  </w:r>
                  <w:r w:rsidRPr="00F66CD2">
                    <w:rPr>
                      <w:b/>
                      <w:bCs/>
                      <w:sz w:val="18"/>
                      <w:szCs w:val="18"/>
                      <w:shd w:val="clear" w:color="auto" w:fill="FFFFFF"/>
                    </w:rPr>
                    <w:t xml:space="preserve">                                                                                                          </w:t>
                  </w:r>
                  <w:r w:rsidRPr="00F66CD2">
                    <w:rPr>
                      <w:sz w:val="18"/>
                      <w:szCs w:val="18"/>
                    </w:rPr>
                    <w:t xml:space="preserve"> </w:t>
                  </w:r>
                </w:p>
                <w:p w:rsidR="00FF1CE6" w:rsidRPr="00CA5767" w:rsidRDefault="00FF1CE6" w:rsidP="003E46FB">
                  <w:pPr>
                    <w:shd w:val="clear" w:color="auto" w:fill="FFFFFF"/>
                    <w:spacing w:line="203" w:lineRule="atLeast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 xml:space="preserve">                                                                         </w:t>
                  </w:r>
                  <w:r w:rsidRPr="0040275A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С 17 по 24 февраля  библиотекарь </w:t>
                  </w:r>
                  <w:r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r w:rsidRPr="0040275A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Кановской библиотеки-</w:t>
                  </w:r>
                  <w:r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филиала </w:t>
                  </w:r>
                  <w:r w:rsidRPr="0040275A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№16 </w:t>
                  </w:r>
                </w:p>
                <w:p w:rsidR="00FF1CE6" w:rsidRDefault="00FF1CE6" w:rsidP="003E46FB">
                  <w:pPr>
                    <w:shd w:val="clear" w:color="auto" w:fill="FFFFFF"/>
                    <w:spacing w:line="203" w:lineRule="atLeast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                                                                 </w:t>
                  </w:r>
                  <w:r w:rsidRPr="0040275A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Немченко Н.Н.  проводила  беседы  у книжной выставки</w:t>
                  </w:r>
                  <w:r w:rsidRPr="0040275A"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«Слава </w:t>
                  </w:r>
                  <w:r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Армии  </w:t>
                  </w:r>
                </w:p>
                <w:p w:rsidR="00FF1CE6" w:rsidRDefault="00FF1CE6" w:rsidP="003E46FB">
                  <w:pPr>
                    <w:shd w:val="clear" w:color="auto" w:fill="FFFFFF"/>
                    <w:spacing w:line="203" w:lineRule="atLeast"/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                                                                </w:t>
                  </w:r>
                  <w:r w:rsidRPr="0040275A"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r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 </w:t>
                  </w:r>
                  <w:r w:rsidRPr="0040275A"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</w:rPr>
                    <w:t>Российской, самой мирной на земле»</w:t>
                  </w:r>
                  <w:r w:rsidRPr="0040275A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с целью </w:t>
                  </w:r>
                  <w:r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r w:rsidRPr="0040275A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помочь осмыслить, </w:t>
                  </w:r>
                  <w:r w:rsidRPr="0040275A">
                    <w:rPr>
                      <w:b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FF1CE6" w:rsidRPr="003E46FB" w:rsidRDefault="00FF1CE6" w:rsidP="003E46FB">
                  <w:pPr>
                    <w:shd w:val="clear" w:color="auto" w:fill="FFFFFF"/>
                    <w:spacing w:line="203" w:lineRule="atLeast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                                                                   </w:t>
                  </w:r>
                  <w:r w:rsidRPr="0040275A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осознать сущность нравственного понятия «подвиг»; </w:t>
                  </w:r>
                  <w:r w:rsidRPr="0040275A">
                    <w:rPr>
                      <w:color w:val="000000"/>
                      <w:sz w:val="22"/>
                      <w:szCs w:val="22"/>
                    </w:rPr>
                    <w:t xml:space="preserve">  п</w:t>
                  </w:r>
                  <w:r w:rsidRPr="0040275A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риобщить</w:t>
                  </w:r>
                </w:p>
                <w:p w:rsidR="00FF1CE6" w:rsidRDefault="00FF1CE6" w:rsidP="003E46FB">
                  <w:pPr>
                    <w:shd w:val="clear" w:color="auto" w:fill="FFFFFF"/>
                    <w:spacing w:line="203" w:lineRule="atLeast"/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                                                                   </w:t>
                  </w:r>
                  <w:r w:rsidRPr="0040275A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детей к самостоятельному чтению </w:t>
                  </w:r>
                  <w:r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отечественной литературы о подви-</w:t>
                  </w:r>
                </w:p>
                <w:p w:rsidR="00FF1CE6" w:rsidRDefault="00FF1CE6" w:rsidP="0014354B">
                  <w:pPr>
                    <w:shd w:val="clear" w:color="auto" w:fill="FFFFFF"/>
                    <w:spacing w:line="203" w:lineRule="atLeast"/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                                                                   </w:t>
                  </w:r>
                  <w:r w:rsidRPr="0040275A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гах защитников  Отечества.</w:t>
                  </w:r>
                  <w:r w:rsidRPr="00406CF2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</w:p>
                <w:p w:rsidR="00FF1CE6" w:rsidRPr="0014354B" w:rsidRDefault="00FF1CE6" w:rsidP="003E46FB">
                  <w:pPr>
                    <w:shd w:val="clear" w:color="auto" w:fill="FFFFFF"/>
                    <w:spacing w:line="203" w:lineRule="atLeast"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                                                                    </w:t>
                  </w:r>
                  <w:r w:rsidRPr="00F758F4">
                    <w:rPr>
                      <w:color w:val="000000"/>
                      <w:shd w:val="clear" w:color="auto" w:fill="FFFFFF"/>
                    </w:rPr>
                    <w:sym w:font="Wingdings" w:char="F050"/>
                  </w:r>
                  <w:r>
                    <w:rPr>
                      <w:color w:val="000000"/>
                      <w:shd w:val="clear" w:color="auto" w:fill="FFFFFF"/>
                    </w:rPr>
                    <w:t xml:space="preserve"> </w:t>
                  </w:r>
                  <w:r w:rsidRPr="0040275A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В ГСУСОН пансионате</w:t>
                  </w:r>
                  <w:r w:rsidRPr="009443ED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r w:rsidRPr="0040275A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для ветеран</w:t>
                  </w:r>
                  <w:r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ов</w:t>
                  </w:r>
                  <w:r w:rsidRPr="0014354B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r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войны и труда библиотекари</w:t>
                  </w:r>
                </w:p>
                <w:p w:rsidR="00FF1CE6" w:rsidRDefault="00FF1CE6" w:rsidP="003E46FB">
                  <w:pPr>
                    <w:shd w:val="clear" w:color="auto" w:fill="FFFFFF"/>
                    <w:spacing w:line="203" w:lineRule="atLeast"/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                                                                  Галюгаевского</w:t>
                  </w:r>
                  <w:r w:rsidRPr="009443ED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r w:rsidRPr="0040275A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филиала №1</w:t>
                  </w:r>
                  <w:r w:rsidRPr="009443ED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r w:rsidRPr="0040275A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провели</w:t>
                  </w:r>
                  <w:r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r w:rsidRPr="00BC22E6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заседание клуба</w:t>
                  </w:r>
                  <w:r w:rsidRPr="0040275A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«Возьмёмся за   </w:t>
                  </w:r>
                </w:p>
                <w:p w:rsidR="00FF1CE6" w:rsidRDefault="00FF1CE6" w:rsidP="003E46FB">
                  <w:pPr>
                    <w:shd w:val="clear" w:color="auto" w:fill="FFFFFF"/>
                    <w:spacing w:line="203" w:lineRule="atLeast"/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                                                                  </w:t>
                  </w:r>
                  <w:r w:rsidRPr="0040275A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руки, друзья!»</w:t>
                  </w:r>
                  <w:r w:rsidRPr="009443ED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r w:rsidRPr="0040275A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по теме:</w:t>
                  </w:r>
                  <w:r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r w:rsidRPr="0040275A"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</w:rPr>
                    <w:t>«О долге</w:t>
                  </w:r>
                  <w:r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и </w:t>
                  </w:r>
                  <w:r w:rsidRPr="0040275A"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чести российской армии»</w:t>
                  </w:r>
                  <w:r w:rsidRPr="0040275A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. </w:t>
                  </w:r>
                </w:p>
                <w:p w:rsidR="00FF1CE6" w:rsidRPr="0014354B" w:rsidRDefault="00FF1CE6" w:rsidP="003E46FB">
                  <w:pPr>
                    <w:shd w:val="clear" w:color="auto" w:fill="FFFFFF"/>
                    <w:spacing w:line="203" w:lineRule="atLeast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                                                                  </w:t>
                  </w:r>
                  <w:r w:rsidRPr="0040275A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Мужчины получили подарки и открытки.</w:t>
                  </w:r>
                </w:p>
                <w:p w:rsidR="00FF1CE6" w:rsidRDefault="00FF1CE6" w:rsidP="003E46FB">
                  <w:pPr>
                    <w:shd w:val="clear" w:color="auto" w:fill="FFFFFF"/>
                    <w:spacing w:line="203" w:lineRule="atLeast"/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</w:p>
                <w:p w:rsidR="00FF1CE6" w:rsidRDefault="00FF1CE6" w:rsidP="005263E9">
                  <w:pPr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F758F4">
                    <w:rPr>
                      <w:color w:val="000000"/>
                      <w:shd w:val="clear" w:color="auto" w:fill="FFFFFF"/>
                    </w:rPr>
                    <w:sym w:font="Wingdings" w:char="F050"/>
                  </w:r>
                  <w:r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 В </w:t>
                  </w:r>
                  <w:r w:rsidRPr="0040275A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Графском филиале №20 прошёл</w:t>
                  </w:r>
                  <w:r w:rsidRPr="00BC22E6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конкурс</w:t>
                  </w:r>
                  <w:r w:rsidRPr="0040275A"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«Отцы и дети»</w:t>
                  </w:r>
                  <w:r w:rsidRPr="0040275A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. В </w:t>
                  </w:r>
                  <w:r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 </w:t>
                  </w:r>
                  <w:r w:rsidRPr="0040275A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игровой программе и спортивных</w:t>
                  </w:r>
                  <w:r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состязаниях приняли участие 16 </w:t>
                  </w:r>
                  <w:r w:rsidRPr="0040275A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человек. </w:t>
                  </w:r>
                </w:p>
                <w:p w:rsidR="00FF1CE6" w:rsidRPr="00F66CD2" w:rsidRDefault="00FF1CE6" w:rsidP="005263E9">
                  <w:pPr>
                    <w:rPr>
                      <w:b/>
                      <w:sz w:val="20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</w:t>
                  </w:r>
                  <w:r>
                    <w:rPr>
                      <w:b/>
                      <w:sz w:val="20"/>
                      <w:szCs w:val="28"/>
                    </w:rPr>
                    <w:t>======================================================================================</w:t>
                  </w:r>
                </w:p>
                <w:p w:rsidR="00FF1CE6" w:rsidRPr="00F66CD2" w:rsidRDefault="00FF1CE6" w:rsidP="005263E9">
                  <w:pPr>
                    <w:rPr>
                      <w:b/>
                      <w:i/>
                      <w:sz w:val="22"/>
                      <w:szCs w:val="22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                                </w:t>
                  </w:r>
                  <w:r w:rsidRPr="00F66CD2">
                    <w:rPr>
                      <w:b/>
                      <w:i/>
                      <w:sz w:val="28"/>
                      <w:szCs w:val="22"/>
                    </w:rPr>
                    <w:t>Мероприятие  центральной районной библиотеки</w:t>
                  </w:r>
                </w:p>
                <w:p w:rsidR="00FF1CE6" w:rsidRPr="004E20B6" w:rsidRDefault="00FF1CE6" w:rsidP="005B490C">
                  <w:pPr>
                    <w:shd w:val="clear" w:color="auto" w:fill="FFFFFF"/>
                    <w:tabs>
                      <w:tab w:val="left" w:pos="3276"/>
                    </w:tabs>
                    <w:spacing w:line="225" w:lineRule="atLeast"/>
                    <w:rPr>
                      <w:rFonts w:ascii="Comic Sans MS" w:hAnsi="Comic Sans MS"/>
                      <w:b/>
                      <w:color w:val="000000"/>
                    </w:rPr>
                  </w:pPr>
                  <w:r>
                    <w:rPr>
                      <w:rFonts w:ascii="Comic Sans MS" w:hAnsi="Comic Sans MS"/>
                      <w:color w:val="000000"/>
                    </w:rPr>
                    <w:t xml:space="preserve">                                                  </w:t>
                  </w:r>
                  <w:r w:rsidRPr="004E20B6">
                    <w:rPr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Pr="004E20B6">
                    <w:rPr>
                      <w:rFonts w:ascii="Comic Sans MS" w:hAnsi="Comic Sans MS"/>
                      <w:b/>
                      <w:color w:val="000000"/>
                      <w:sz w:val="36"/>
                      <w:szCs w:val="28"/>
                    </w:rPr>
                    <w:t>Ох, уж эти кошки!</w:t>
                  </w:r>
                </w:p>
                <w:p w:rsidR="00FF1CE6" w:rsidRDefault="00FF1CE6" w:rsidP="006B6787">
                  <w:pPr>
                    <w:shd w:val="clear" w:color="auto" w:fill="FFFFFF"/>
                    <w:tabs>
                      <w:tab w:val="left" w:pos="3276"/>
                    </w:tabs>
                    <w:spacing w:line="225" w:lineRule="atLeast"/>
                    <w:jc w:val="both"/>
                    <w:rPr>
                      <w:b/>
                      <w:sz w:val="20"/>
                      <w:szCs w:val="20"/>
                    </w:rPr>
                  </w:pPr>
                  <w:r>
                    <w:rPr>
                      <w:color w:val="000000"/>
                      <w:sz w:val="6"/>
                      <w:szCs w:val="6"/>
                    </w:rPr>
                    <w:t xml:space="preserve">                          </w:t>
                  </w:r>
                  <w:r>
                    <w:rPr>
                      <w:color w:val="000000"/>
                      <w:sz w:val="22"/>
                      <w:szCs w:val="22"/>
                    </w:rPr>
                    <w:t>4 марта для  учащихся  8-х, 10-</w:t>
                  </w:r>
                  <w:r w:rsidRPr="0042790C">
                    <w:rPr>
                      <w:color w:val="000000"/>
                      <w:sz w:val="22"/>
                      <w:szCs w:val="22"/>
                    </w:rPr>
                    <w:t>х классов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МОУСОШ №1 </w:t>
                  </w:r>
                  <w:r w:rsidRPr="0042790C">
                    <w:rPr>
                      <w:color w:val="000000"/>
                      <w:sz w:val="22"/>
                      <w:szCs w:val="22"/>
                    </w:rPr>
                    <w:t xml:space="preserve"> прошла «Кошачья вечеринка»,  посвящённая этим удивительным зверькам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. </w:t>
                  </w:r>
                  <w:r w:rsidRPr="0042790C">
                    <w:rPr>
                      <w:color w:val="000000"/>
                      <w:sz w:val="22"/>
                      <w:szCs w:val="22"/>
                    </w:rPr>
                    <w:t>Зал украсили игрушечными кошечками  и клубочками цветной, яркой шерсти,  с которыми они любят играть. От входа в библиотеку в зал вели отпечатки кошачьих лапок, по стенам, столам и шкафам везде прошлись наши  любимцы.  Пр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исутствующие </w:t>
                  </w:r>
                  <w:r w:rsidRPr="0042790C">
                    <w:rPr>
                      <w:color w:val="000000"/>
                      <w:sz w:val="22"/>
                      <w:szCs w:val="22"/>
                    </w:rPr>
                    <w:t xml:space="preserve"> слушали и смотрели мультимедийную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беседу </w:t>
                  </w:r>
                  <w:r w:rsidRPr="0042790C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42790C">
                    <w:rPr>
                      <w:sz w:val="22"/>
                      <w:szCs w:val="22"/>
                    </w:rPr>
                    <w:t>«Век за веком рядом с человеком»</w:t>
                  </w:r>
                  <w:r w:rsidRPr="0042790C">
                    <w:rPr>
                      <w:color w:val="000000"/>
                      <w:sz w:val="22"/>
                      <w:szCs w:val="22"/>
                    </w:rPr>
                    <w:t>, в которой рассказывалось  об  истории кошек, одомашнивании и проживании в разное время,  в разных странах. Затем открылось кис – кафе и за чашечкой чая, ребята приняли активное участие во всех предложенных им конкурсах и играх, вспомнили пословицы и поговорки про кошек, приметы связанные с этим зверьком и с удовольствием угадывали названия  мяу - песен (про кошек). Далее все  участвовали в Аук</w:t>
                  </w:r>
                  <w:r>
                    <w:rPr>
                      <w:color w:val="000000"/>
                      <w:sz w:val="22"/>
                      <w:szCs w:val="22"/>
                    </w:rPr>
                    <w:t>ционе «Кот в мешке» и победители получили небольшие сувениры</w:t>
                  </w:r>
                  <w:r w:rsidRPr="0042790C">
                    <w:rPr>
                      <w:color w:val="000000"/>
                      <w:sz w:val="22"/>
                      <w:szCs w:val="22"/>
                    </w:rPr>
                    <w:t xml:space="preserve">.  Между конкурсами,  ребята рассказывали о своих любимцах и смешных случаях произошедших с ними. В заключение нашей вечеринки учащиеся ознакомились с литературой,  предоставленной их вниманию на книжной выставке: </w:t>
                  </w:r>
                  <w:r w:rsidRPr="0042790C">
                    <w:rPr>
                      <w:sz w:val="22"/>
                      <w:szCs w:val="22"/>
                    </w:rPr>
                    <w:t>«Под каждой обложкой, кошки»</w:t>
                  </w:r>
                  <w:r>
                    <w:rPr>
                      <w:sz w:val="22"/>
                      <w:szCs w:val="22"/>
                    </w:rPr>
                    <w:t>.  У</w:t>
                  </w:r>
                  <w:r w:rsidRPr="0042790C">
                    <w:rPr>
                      <w:sz w:val="22"/>
                      <w:szCs w:val="22"/>
                    </w:rPr>
                    <w:t>видели,  как много книг написано по уходу за кошками, а также художественной литературы, в которой ко</w:t>
                  </w:r>
                  <w:r>
                    <w:rPr>
                      <w:sz w:val="22"/>
                      <w:szCs w:val="22"/>
                    </w:rPr>
                    <w:t>шка выступает главным героем</w:t>
                  </w:r>
                  <w:r w:rsidRPr="0042790C">
                    <w:rPr>
                      <w:sz w:val="22"/>
                      <w:szCs w:val="22"/>
                    </w:rPr>
                    <w:t xml:space="preserve">. </w:t>
                  </w:r>
                  <w:r w:rsidRPr="0042790C">
                    <w:rPr>
                      <w:color w:val="000000"/>
                      <w:sz w:val="22"/>
                      <w:szCs w:val="22"/>
                    </w:rPr>
                    <w:t xml:space="preserve"> Большой интерес вызвала  фото – выставка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42790C">
                    <w:rPr>
                      <w:color w:val="000000"/>
                      <w:sz w:val="22"/>
                      <w:szCs w:val="22"/>
                    </w:rPr>
                    <w:t xml:space="preserve"> «</w:t>
                  </w:r>
                  <w:r w:rsidRPr="0042790C">
                    <w:rPr>
                      <w:sz w:val="22"/>
                      <w:szCs w:val="22"/>
                    </w:rPr>
                    <w:t xml:space="preserve"> Наши любимые Мурлыки»,  н</w:t>
                  </w:r>
                  <w:r>
                    <w:rPr>
                      <w:sz w:val="22"/>
                      <w:szCs w:val="22"/>
                    </w:rPr>
                    <w:t xml:space="preserve">а которой были  фотографии </w:t>
                  </w:r>
                  <w:r w:rsidRPr="0042790C">
                    <w:rPr>
                      <w:sz w:val="22"/>
                      <w:szCs w:val="22"/>
                    </w:rPr>
                    <w:t xml:space="preserve"> домашних питомцев, которые приносили  читатели. Все участники получили в подарок  блокнотики, а также нашу печатную продукцию буклет  «Ох, уж эти кошки!», шорт – лист: «Всё новое для Вас</w:t>
                  </w:r>
                  <w:r>
                    <w:rPr>
                      <w:sz w:val="22"/>
                      <w:szCs w:val="22"/>
                    </w:rPr>
                    <w:t>!</w:t>
                  </w:r>
                  <w:r w:rsidRPr="0042790C">
                    <w:rPr>
                      <w:sz w:val="22"/>
                      <w:szCs w:val="22"/>
                    </w:rPr>
                    <w:t>».</w:t>
                  </w:r>
                  <w:r w:rsidRPr="002876B1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  <w:p w:rsidR="00FF1CE6" w:rsidRDefault="00FF1CE6" w:rsidP="006B6787">
                  <w:pPr>
                    <w:shd w:val="clear" w:color="auto" w:fill="FFFFFF"/>
                    <w:tabs>
                      <w:tab w:val="left" w:pos="3276"/>
                    </w:tabs>
                    <w:spacing w:line="225" w:lineRule="atLeast"/>
                    <w:jc w:val="both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                                            Г. Страх.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  <w:p w:rsidR="00FF1CE6" w:rsidRDefault="00FF1CE6" w:rsidP="007015D9">
                  <w:pPr>
                    <w:shd w:val="clear" w:color="auto" w:fill="FFFFFF"/>
                    <w:tabs>
                      <w:tab w:val="left" w:pos="3276"/>
                    </w:tabs>
                    <w:spacing w:line="225" w:lineRule="atLeast"/>
                    <w:jc w:val="both"/>
                    <w:rPr>
                      <w:b/>
                      <w:sz w:val="20"/>
                      <w:szCs w:val="20"/>
                    </w:rPr>
                  </w:pPr>
                </w:p>
                <w:p w:rsidR="00FF1CE6" w:rsidRDefault="00FF1CE6" w:rsidP="007015D9">
                  <w:pPr>
                    <w:shd w:val="clear" w:color="auto" w:fill="FFFFFF"/>
                    <w:tabs>
                      <w:tab w:val="left" w:pos="3276"/>
                    </w:tabs>
                    <w:spacing w:line="225" w:lineRule="atLeast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                                                 </w:t>
                  </w:r>
                </w:p>
                <w:p w:rsidR="00FF1CE6" w:rsidRPr="007015D9" w:rsidRDefault="00FF1CE6" w:rsidP="007015D9">
                  <w:pPr>
                    <w:shd w:val="clear" w:color="auto" w:fill="FFFFFF"/>
                    <w:tabs>
                      <w:tab w:val="left" w:pos="3276"/>
                    </w:tabs>
                    <w:spacing w:line="225" w:lineRule="atLeast"/>
                    <w:jc w:val="both"/>
                    <w:rPr>
                      <w:b/>
                      <w:sz w:val="20"/>
                      <w:szCs w:val="20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                                 </w:t>
                  </w:r>
                  <w:r>
                    <w:rPr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</w:t>
                  </w:r>
                </w:p>
                <w:p w:rsidR="00FF1CE6" w:rsidRDefault="00FF1CE6" w:rsidP="005B490C">
                  <w:pPr>
                    <w:shd w:val="clear" w:color="auto" w:fill="FFFFFF"/>
                    <w:tabs>
                      <w:tab w:val="left" w:pos="3276"/>
                    </w:tabs>
                    <w:spacing w:line="225" w:lineRule="atLeast"/>
                    <w:rPr>
                      <w:sz w:val="20"/>
                      <w:szCs w:val="20"/>
                    </w:rPr>
                  </w:pPr>
                </w:p>
                <w:p w:rsidR="00FF1CE6" w:rsidRDefault="00FF1CE6" w:rsidP="005B490C">
                  <w:pPr>
                    <w:shd w:val="clear" w:color="auto" w:fill="FFFFFF"/>
                    <w:tabs>
                      <w:tab w:val="left" w:pos="3276"/>
                    </w:tabs>
                    <w:spacing w:line="225" w:lineRule="atLeast"/>
                    <w:rPr>
                      <w:sz w:val="20"/>
                      <w:szCs w:val="20"/>
                    </w:rPr>
                  </w:pPr>
                </w:p>
                <w:p w:rsidR="00FF1CE6" w:rsidRDefault="00FF1CE6" w:rsidP="005B490C">
                  <w:pPr>
                    <w:shd w:val="clear" w:color="auto" w:fill="FFFFFF"/>
                    <w:tabs>
                      <w:tab w:val="left" w:pos="3276"/>
                    </w:tabs>
                    <w:spacing w:line="225" w:lineRule="atLeas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FF1CE6" w:rsidRPr="00700145" w:rsidRDefault="00FF1CE6" w:rsidP="005B490C">
                  <w:pPr>
                    <w:shd w:val="clear" w:color="auto" w:fill="FFFFFF"/>
                    <w:tabs>
                      <w:tab w:val="left" w:pos="3276"/>
                    </w:tabs>
                    <w:spacing w:line="225" w:lineRule="atLeast"/>
                    <w:rPr>
                      <w:sz w:val="20"/>
                      <w:szCs w:val="20"/>
                    </w:rPr>
                  </w:pPr>
                  <w:r w:rsidRPr="00700145">
                    <w:rPr>
                      <w:sz w:val="20"/>
                      <w:szCs w:val="20"/>
                    </w:rPr>
                    <w:t xml:space="preserve">   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700145">
                    <w:rPr>
                      <w:sz w:val="20"/>
                      <w:szCs w:val="20"/>
                    </w:rPr>
                    <w:t xml:space="preserve">                 </w:t>
                  </w:r>
                  <w:r>
                    <w:rPr>
                      <w:sz w:val="20"/>
                      <w:szCs w:val="20"/>
                    </w:rPr>
                    <w:t xml:space="preserve">                                                           </w:t>
                  </w:r>
                  <w:r w:rsidRPr="00700145">
                    <w:rPr>
                      <w:sz w:val="20"/>
                      <w:szCs w:val="20"/>
                    </w:rPr>
                    <w:t xml:space="preserve">              </w:t>
                  </w:r>
                  <w:r>
                    <w:rPr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                                             </w:t>
                  </w:r>
                </w:p>
                <w:p w:rsidR="00FF1CE6" w:rsidRPr="0042790C" w:rsidRDefault="00FF1CE6" w:rsidP="0042790C">
                  <w:pPr>
                    <w:tabs>
                      <w:tab w:val="left" w:pos="3276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</w:t>
                  </w:r>
                </w:p>
                <w:p w:rsidR="00FF1CE6" w:rsidRPr="00700145" w:rsidRDefault="00FF1CE6" w:rsidP="0042790C">
                  <w:pPr>
                    <w:tabs>
                      <w:tab w:val="left" w:pos="3276"/>
                    </w:tabs>
                    <w:rPr>
                      <w:b/>
                      <w:sz w:val="20"/>
                      <w:szCs w:val="20"/>
                    </w:rPr>
                  </w:pPr>
                </w:p>
                <w:p w:rsidR="00FF1CE6" w:rsidRDefault="00FF1CE6" w:rsidP="006123D6">
                  <w:pPr>
                    <w:pStyle w:val="NoSpacing"/>
                    <w:rPr>
                      <w:b/>
                      <w:sz w:val="28"/>
                      <w:szCs w:val="28"/>
                    </w:rPr>
                  </w:pPr>
                </w:p>
                <w:p w:rsidR="00FF1CE6" w:rsidRDefault="00FF1CE6" w:rsidP="006123D6">
                  <w:pPr>
                    <w:pStyle w:val="NoSpacing"/>
                    <w:rPr>
                      <w:b/>
                      <w:sz w:val="28"/>
                      <w:szCs w:val="28"/>
                    </w:rPr>
                  </w:pPr>
                </w:p>
                <w:p w:rsidR="00FF1CE6" w:rsidRDefault="00FF1CE6" w:rsidP="006123D6">
                  <w:pPr>
                    <w:pStyle w:val="NoSpacing"/>
                    <w:rPr>
                      <w:b/>
                      <w:sz w:val="28"/>
                      <w:szCs w:val="28"/>
                    </w:rPr>
                  </w:pPr>
                </w:p>
                <w:p w:rsidR="00FF1CE6" w:rsidRDefault="00FF1CE6" w:rsidP="006123D6">
                  <w:pPr>
                    <w:pStyle w:val="NoSpacing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                                                                    </w:t>
                  </w:r>
                </w:p>
                <w:p w:rsidR="00FF1CE6" w:rsidRDefault="00FF1CE6" w:rsidP="006123D6">
                  <w:pPr>
                    <w:pStyle w:val="NoSpacing"/>
                    <w:rPr>
                      <w:b/>
                      <w:sz w:val="28"/>
                      <w:szCs w:val="28"/>
                    </w:rPr>
                  </w:pPr>
                </w:p>
                <w:p w:rsidR="00FF1CE6" w:rsidRDefault="00FF1CE6" w:rsidP="00FE138C">
                  <w:r>
                    <w:t xml:space="preserve"> </w:t>
                  </w:r>
                </w:p>
                <w:p w:rsidR="00FF1CE6" w:rsidRPr="00FE138C" w:rsidRDefault="00FF1CE6" w:rsidP="00FE138C">
                  <w:pPr>
                    <w:rPr>
                      <w:sz w:val="6"/>
                      <w:szCs w:val="6"/>
                    </w:rPr>
                  </w:pPr>
                </w:p>
                <w:p w:rsidR="00FF1CE6" w:rsidRPr="00CB54BF" w:rsidRDefault="00FF1CE6" w:rsidP="00FE138C">
                  <w:pPr>
                    <w:shd w:val="clear" w:color="auto" w:fill="FFFFFF"/>
                    <w:spacing w:line="203" w:lineRule="atLeast"/>
                    <w:rPr>
                      <w:color w:val="000000"/>
                    </w:rPr>
                  </w:pPr>
                  <w:r w:rsidRPr="00FE138C">
                    <w:rPr>
                      <w:color w:val="000000"/>
                    </w:rPr>
                    <w:t xml:space="preserve">                                </w:t>
                  </w:r>
                  <w:r>
                    <w:rPr>
                      <w:color w:val="000000"/>
                    </w:rPr>
                    <w:t xml:space="preserve">                                                  </w:t>
                  </w:r>
                </w:p>
                <w:p w:rsidR="00FF1CE6" w:rsidRDefault="00FF1CE6" w:rsidP="00406CF2">
                  <w:pPr>
                    <w:shd w:val="clear" w:color="auto" w:fill="FFFFFF"/>
                    <w:spacing w:line="203" w:lineRule="atLeast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 xml:space="preserve">                                                          </w:t>
                  </w:r>
                  <w:r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</w:p>
                <w:p w:rsidR="00FF1CE6" w:rsidRPr="0040275A" w:rsidRDefault="00FF1CE6" w:rsidP="00BC22E6">
                  <w:pPr>
                    <w:shd w:val="clear" w:color="auto" w:fill="FFFFFF"/>
                    <w:spacing w:line="203" w:lineRule="atLeast"/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:rsidR="00FF1CE6" w:rsidRPr="0040275A" w:rsidRDefault="00FF1CE6" w:rsidP="00406CF2">
                  <w:pPr>
                    <w:shd w:val="clear" w:color="auto" w:fill="FFFFFF"/>
                    <w:spacing w:line="203" w:lineRule="atLeast"/>
                  </w:pPr>
                  <w:r w:rsidRPr="0040275A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                                                               </w:t>
                  </w:r>
                  <w:r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       </w:t>
                  </w:r>
                </w:p>
                <w:p w:rsidR="00FF1CE6" w:rsidRDefault="00FF1CE6"/>
              </w:txbxContent>
            </v:textbox>
            <w10:wrap type="tight"/>
          </v:shape>
        </w:pict>
      </w:r>
      <w:r>
        <w:rPr>
          <w:noProof/>
        </w:rPr>
        <w:pict>
          <v:line id="_x0000_s1031" style="position:absolute;z-index:251662336" from="603pt,11in" to="1134pt,11in"/>
        </w:pict>
      </w:r>
      <w:r>
        <w:rPr>
          <w:noProof/>
        </w:rPr>
        <w:pict>
          <v:rect id="_x0000_s1032" style="position:absolute;margin-left:882pt;margin-top:603pt;width:250.9pt;height:189pt;z-index:251660288;mso-wrap-style:none" strokecolor="white">
            <v:textbox>
              <w:txbxContent>
                <w:p w:rsidR="00FF1CE6" w:rsidRDefault="00FF1CE6">
                  <w:r w:rsidRPr="00B632A0">
                    <w:rPr>
                      <w:noProof/>
                    </w:rPr>
                    <w:pict>
                      <v:shape id="Рисунок 14" o:spid="_x0000_i1031" type="#_x0000_t75" style="width:234.75pt;height:196.5pt;visibility:visible">
                        <v:imagedata r:id="rId8" o:title="" cropleft="-1054f" cropright="16422f"/>
                      </v:shape>
                    </w:pict>
                  </w:r>
                </w:p>
              </w:txbxContent>
            </v:textbox>
          </v:rect>
        </w:pict>
      </w:r>
      <w:r>
        <w:rPr>
          <w:noProof/>
        </w:rPr>
        <w:pict>
          <v:rect id="_x0000_s1033" style="position:absolute;margin-left:603pt;margin-top:594pt;width:281.35pt;height:201.6pt;z-index:251659264;mso-wrap-style:none" strokecolor="white">
            <v:textbox>
              <w:txbxContent>
                <w:p w:rsidR="00FF1CE6" w:rsidRDefault="00FF1CE6">
                  <w:r w:rsidRPr="00B632A0">
                    <w:rPr>
                      <w:noProof/>
                    </w:rPr>
                    <w:pict>
                      <v:shape id="Рисунок 2" o:spid="_x0000_i1033" type="#_x0000_t75" style="width:264.75pt;height:194.25pt;visibility:visible">
                        <v:imagedata r:id="rId9" o:title="" croptop="11031f" cropleft="4589f" cropright="3703f"/>
                      </v:shape>
                    </w:pict>
                  </w:r>
                </w:p>
              </w:txbxContent>
            </v:textbox>
          </v:rect>
        </w:pict>
      </w:r>
      <w:r>
        <w:rPr>
          <w:noProof/>
        </w:rPr>
        <w:pict>
          <v:rect id="_x0000_s1034" style="position:absolute;margin-left:790.3pt;margin-top:119.4pt;width:63.75pt;height:43.5pt;z-index:251656192" stroked="f">
            <v:textbox style="mso-next-textbox:#_x0000_s1034">
              <w:txbxContent>
                <w:p w:rsidR="00FF1CE6" w:rsidRDefault="00FF1CE6">
                  <w:r w:rsidRPr="00B632A0">
                    <w:rPr>
                      <w:noProof/>
                    </w:rPr>
                    <w:pict>
                      <v:shape id="Рисунок 1138" o:spid="_x0000_i1035" type="#_x0000_t75" alt="ico" style="width:45pt;height:37.5pt;visibility:visible">
                        <v:imagedata r:id="rId10" o:title=""/>
                      </v:shape>
                    </w:pict>
                  </w:r>
                </w:p>
              </w:txbxContent>
            </v:textbox>
          </v:rect>
        </w:pict>
      </w:r>
      <w:r>
        <w:rPr>
          <w:noProof/>
        </w:rPr>
        <w:pict>
          <v:rect id="_x0000_s1035" style="position:absolute;margin-left:599.05pt;margin-top:162.9pt;width:180.75pt;height:138.75pt;z-index:251655168">
            <v:textbox style="mso-next-textbox:#_x0000_s1035">
              <w:txbxContent>
                <w:p w:rsidR="00FF1CE6" w:rsidRDefault="00FF1CE6">
                  <w:r w:rsidRPr="00B632A0">
                    <w:rPr>
                      <w:noProof/>
                    </w:rPr>
                    <w:pict>
                      <v:shape id="Рисунок 8" o:spid="_x0000_i1037" type="#_x0000_t75" style="width:165pt;height:135.75pt;visibility:visible">
                        <v:imagedata r:id="rId11" o:title="" cropleft="5739f"/>
                      </v:shape>
                    </w:pict>
                  </w:r>
                </w:p>
              </w:txbxContent>
            </v:textbox>
          </v:rect>
        </w:pict>
      </w:r>
      <w:r>
        <w:rPr>
          <w:noProof/>
        </w:rPr>
        <w:pict>
          <v:rect id="_x0000_s1036" style="position:absolute;margin-left:197.05pt;margin-top:479.4pt;width:332.25pt;height:117.75pt;z-index:251661312" stroked="f">
            <v:textbox>
              <w:txbxContent>
                <w:p w:rsidR="00FF1CE6" w:rsidRDefault="00FF1CE6" w:rsidP="00962C97">
                  <w:pPr>
                    <w:pStyle w:val="western"/>
                    <w:shd w:val="clear" w:color="auto" w:fill="FFFFFF"/>
                    <w:spacing w:before="29" w:beforeAutospacing="0" w:after="29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 Б</w:t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 xml:space="preserve">иблиотекари Полтавского филиала №3 Прилепа О.И и Грекова И.Н., вместе с художником - оформителем Полтавского ДК Фирсовой Еленой Алексеевной, подготовили выставку </w:t>
                  </w:r>
                  <w:r>
                    <w:rPr>
                      <w:color w:val="000000"/>
                      <w:sz w:val="22"/>
                      <w:szCs w:val="22"/>
                    </w:rPr>
                    <w:t>–</w:t>
                  </w:r>
                  <w:r w:rsidRPr="00962C97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color w:val="000000"/>
                      <w:sz w:val="22"/>
                      <w:szCs w:val="22"/>
                    </w:rPr>
                    <w:t>«</w:t>
                  </w:r>
                  <w:r>
                    <w:rPr>
                      <w:sz w:val="22"/>
                      <w:szCs w:val="22"/>
                    </w:rPr>
                    <w:t>З</w:t>
                  </w:r>
                  <w:r w:rsidRPr="00062047">
                    <w:rPr>
                      <w:sz w:val="22"/>
                      <w:szCs w:val="22"/>
                    </w:rPr>
                    <w:t>авоёвано</w:t>
                  </w:r>
                  <w:r>
                    <w:rPr>
                      <w:sz w:val="22"/>
                      <w:szCs w:val="22"/>
                    </w:rPr>
                    <w:t>е</w:t>
                  </w:r>
                  <w:r w:rsidRPr="00062047">
                    <w:rPr>
                      <w:sz w:val="22"/>
                      <w:szCs w:val="22"/>
                    </w:rPr>
                    <w:t xml:space="preserve"> счастье"</w:t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 xml:space="preserve"> к 70</w:t>
                  </w:r>
                  <w:r>
                    <w:rPr>
                      <w:color w:val="000000"/>
                      <w:sz w:val="22"/>
                      <w:szCs w:val="22"/>
                    </w:rPr>
                    <w:t>-</w:t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>летию</w:t>
                  </w:r>
                  <w:r w:rsidRPr="007713F6">
                    <w:rPr>
                      <w:rFonts w:ascii="Arial" w:hAnsi="Arial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>Победы. Выставка сд</w:t>
                  </w:r>
                  <w:r>
                    <w:rPr>
                      <w:color w:val="000000"/>
                      <w:sz w:val="22"/>
                      <w:szCs w:val="22"/>
                    </w:rPr>
                    <w:t>елана  в виде    киноленты с чёрно-</w:t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>белыми фотографиями</w:t>
                  </w:r>
                  <w:r w:rsidRPr="00962C97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>участников войны, переплетёнными с</w:t>
                  </w:r>
                  <w:r>
                    <w:rPr>
                      <w:color w:val="000000"/>
                    </w:rPr>
                    <w:t xml:space="preserve"> </w:t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>фотографиями</w:t>
                  </w:r>
                  <w:r w:rsidRPr="00962C97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>военной п</w:t>
                  </w:r>
                  <w:r>
                    <w:rPr>
                      <w:color w:val="000000"/>
                      <w:sz w:val="22"/>
                      <w:szCs w:val="22"/>
                    </w:rPr>
                    <w:t>оры и списками погибших воинов-полтавчан</w:t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 xml:space="preserve">. </w:t>
                  </w:r>
                </w:p>
                <w:p w:rsidR="00FF1CE6" w:rsidRDefault="00FF1CE6" w:rsidP="00962C97">
                  <w:pPr>
                    <w:pStyle w:val="western"/>
                    <w:shd w:val="clear" w:color="auto" w:fill="FFFFFF"/>
                    <w:spacing w:before="29" w:beforeAutospacing="0" w:after="29" w:afterAutospacing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   </w:t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>Работа по  оформлению</w:t>
                  </w:r>
                  <w:r w:rsidRPr="00962C97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>выставки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7713F6">
                    <w:rPr>
                      <w:color w:val="000000"/>
                      <w:sz w:val="22"/>
                      <w:szCs w:val="22"/>
                    </w:rPr>
                    <w:t xml:space="preserve"> продолжится до 9 мая.</w:t>
                  </w:r>
                </w:p>
                <w:p w:rsidR="00FF1CE6" w:rsidRDefault="00FF1CE6"/>
              </w:txbxContent>
            </v:textbox>
          </v:rect>
        </w:pict>
      </w:r>
      <w:r>
        <w:rPr>
          <w:b/>
          <w:sz w:val="32"/>
          <w:szCs w:val="32"/>
        </w:rPr>
        <w:t xml:space="preserve">                                                                                            </w:t>
      </w:r>
    </w:p>
    <w:p w:rsidR="00FF1CE6" w:rsidRPr="00AF78A3" w:rsidRDefault="00FF1CE6" w:rsidP="00C84C8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FF1CE6" w:rsidRPr="005D3A3C" w:rsidRDefault="00FF1CE6" w:rsidP="00742D0A">
      <w:pPr>
        <w:rPr>
          <w:sz w:val="20"/>
          <w:szCs w:val="20"/>
        </w:rPr>
      </w:pPr>
    </w:p>
    <w:p w:rsidR="00FF1CE6" w:rsidRPr="005D3A3C" w:rsidRDefault="00FF1CE6" w:rsidP="00742D0A">
      <w:pPr>
        <w:rPr>
          <w:sz w:val="20"/>
          <w:szCs w:val="20"/>
        </w:rPr>
      </w:pPr>
    </w:p>
    <w:p w:rsidR="00FF1CE6" w:rsidRPr="005D3A3C" w:rsidRDefault="00FF1CE6" w:rsidP="00742D0A">
      <w:pPr>
        <w:rPr>
          <w:sz w:val="20"/>
          <w:szCs w:val="20"/>
        </w:rPr>
      </w:pPr>
    </w:p>
    <w:p w:rsidR="00FF1CE6" w:rsidRPr="005D3A3C" w:rsidRDefault="00FF1CE6" w:rsidP="00742D0A">
      <w:pPr>
        <w:rPr>
          <w:sz w:val="20"/>
          <w:szCs w:val="20"/>
        </w:rPr>
      </w:pPr>
    </w:p>
    <w:p w:rsidR="00FF1CE6" w:rsidRPr="005D3A3C" w:rsidRDefault="00FF1CE6" w:rsidP="00742D0A">
      <w:pPr>
        <w:rPr>
          <w:sz w:val="20"/>
          <w:szCs w:val="20"/>
        </w:rPr>
      </w:pPr>
    </w:p>
    <w:p w:rsidR="00FF1CE6" w:rsidRPr="005D3A3C" w:rsidRDefault="00FF1CE6" w:rsidP="00742D0A">
      <w:pPr>
        <w:rPr>
          <w:sz w:val="20"/>
          <w:szCs w:val="20"/>
        </w:rPr>
      </w:pPr>
    </w:p>
    <w:p w:rsidR="00FF1CE6" w:rsidRPr="005D3A3C" w:rsidRDefault="00FF1CE6" w:rsidP="00742D0A">
      <w:pPr>
        <w:rPr>
          <w:sz w:val="20"/>
          <w:szCs w:val="20"/>
        </w:rPr>
      </w:pPr>
    </w:p>
    <w:p w:rsidR="00FF1CE6" w:rsidRPr="005D3A3C" w:rsidRDefault="00FF1CE6" w:rsidP="00742D0A">
      <w:pPr>
        <w:rPr>
          <w:sz w:val="20"/>
          <w:szCs w:val="20"/>
        </w:rPr>
      </w:pPr>
    </w:p>
    <w:p w:rsidR="00FF1CE6" w:rsidRPr="005D3A3C" w:rsidRDefault="00FF1CE6" w:rsidP="00A23E0C">
      <w:pPr>
        <w:ind w:left="-142" w:firstLine="284"/>
        <w:jc w:val="center"/>
        <w:rPr>
          <w:sz w:val="20"/>
          <w:szCs w:val="20"/>
        </w:rPr>
      </w:pPr>
      <w:r>
        <w:rPr>
          <w:noProof/>
        </w:rPr>
        <w:pict>
          <v:rect id="_x0000_s1037" style="position:absolute;left:0;text-align:left;margin-left:-590.5pt;margin-top:365.25pt;width:155.25pt;height:97.5pt;z-index:251654144">
            <v:textbox style="mso-next-textbox:#_x0000_s1037">
              <w:txbxContent>
                <w:p w:rsidR="00FF1CE6" w:rsidRDefault="00FF1CE6">
                  <w:r w:rsidRPr="00B632A0">
                    <w:rPr>
                      <w:noProof/>
                    </w:rPr>
                    <w:pict>
                      <v:shape id="Рисунок 7" o:spid="_x0000_i1039" type="#_x0000_t75" style="width:143.25pt;height:87.75pt;visibility:visible">
                        <v:imagedata r:id="rId7" o:title="" cropleft="6903f"/>
                      </v:shape>
                    </w:pict>
                  </w:r>
                </w:p>
              </w:txbxContent>
            </v:textbox>
          </v:rect>
        </w:pict>
      </w:r>
      <w:r>
        <w:rPr>
          <w:noProof/>
        </w:rPr>
        <w:pict>
          <v:rect id="_x0000_s1038" style="position:absolute;left:0;text-align:left;margin-left:-151pt;margin-top:377.25pt;width:93.75pt;height:96pt;z-index:251657216">
            <v:textbox style="mso-next-textbox:#_x0000_s1038">
              <w:txbxContent>
                <w:p w:rsidR="00FF1CE6" w:rsidRDefault="00FF1CE6">
                  <w:r w:rsidRPr="00B632A0">
                    <w:rPr>
                      <w:noProof/>
                    </w:rPr>
                    <w:pict>
                      <v:shape id="Рисунок 4" o:spid="_x0000_i1041" type="#_x0000_t75" style="width:77.25pt;height:93.75pt;visibility:visible">
                        <v:imagedata r:id="rId12" o:title=""/>
                      </v:shape>
                    </w:pict>
                  </w:r>
                </w:p>
              </w:txbxContent>
            </v:textbox>
          </v:rect>
        </w:pict>
      </w: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9" type="#_x0000_t109" style="position:absolute;left:0;text-align:left;margin-left:12.55pt;margin-top:311pt;width:209.5pt;height:122.65pt;z-index:-251663360;mso-wrap-style:none" wrapcoords="-831 0 -831 21468 21600 21468 21600 0 -831 0" stroked="f">
            <v:textbox>
              <w:txbxContent>
                <w:p w:rsidR="00FF1CE6" w:rsidRDefault="00FF1CE6"/>
              </w:txbxContent>
            </v:textbox>
            <w10:wrap type="through"/>
          </v:shape>
        </w:pict>
      </w:r>
    </w:p>
    <w:sectPr w:rsidR="00FF1CE6" w:rsidRPr="005D3A3C" w:rsidSect="00A23E0C">
      <w:type w:val="continuous"/>
      <w:pgSz w:w="23814" w:h="16840" w:orient="landscape" w:code="8"/>
      <w:pgMar w:top="567" w:right="567" w:bottom="567" w:left="142" w:header="709" w:footer="709" w:gutter="567"/>
      <w:cols w:num="2" w:space="708" w:equalWidth="0">
        <w:col w:w="10616" w:space="1175"/>
        <w:col w:w="10746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1CE6" w:rsidRDefault="00FF1CE6" w:rsidP="00583E0C">
      <w:r>
        <w:separator/>
      </w:r>
    </w:p>
  </w:endnote>
  <w:endnote w:type="continuationSeparator" w:id="1">
    <w:p w:rsidR="00FF1CE6" w:rsidRDefault="00FF1CE6" w:rsidP="00583E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dventure">
    <w:altName w:val="Corbel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1CE6" w:rsidRDefault="00FF1CE6" w:rsidP="00583E0C">
      <w:r>
        <w:separator/>
      </w:r>
    </w:p>
  </w:footnote>
  <w:footnote w:type="continuationSeparator" w:id="1">
    <w:p w:rsidR="00FF1CE6" w:rsidRDefault="00FF1CE6" w:rsidP="00583E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10.5pt;visibility:visible" o:bullet="t">
        <v:imagedata r:id="rId1" o:title=""/>
      </v:shape>
    </w:pict>
  </w:numPicBullet>
  <w:abstractNum w:abstractNumId="0">
    <w:nsid w:val="FFFFFF7C"/>
    <w:multiLevelType w:val="singleLevel"/>
    <w:tmpl w:val="6F4C4B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DF41F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5B4C3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9AEBA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C282D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6422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40E1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A16AB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E8C3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8266F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334274"/>
    <w:multiLevelType w:val="hybridMultilevel"/>
    <w:tmpl w:val="528C574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2EC22CA"/>
    <w:multiLevelType w:val="hybridMultilevel"/>
    <w:tmpl w:val="3AD422C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8187708"/>
    <w:multiLevelType w:val="hybridMultilevel"/>
    <w:tmpl w:val="3E164EC2"/>
    <w:lvl w:ilvl="0" w:tplc="F2B0F7AC">
      <w:start w:val="5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13">
    <w:nsid w:val="1AF96D2F"/>
    <w:multiLevelType w:val="hybridMultilevel"/>
    <w:tmpl w:val="25CA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E4D1462"/>
    <w:multiLevelType w:val="hybridMultilevel"/>
    <w:tmpl w:val="28AE11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7465ADF"/>
    <w:multiLevelType w:val="hybridMultilevel"/>
    <w:tmpl w:val="9086E6BC"/>
    <w:lvl w:ilvl="0" w:tplc="4984D234">
      <w:start w:val="10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75943F3"/>
    <w:multiLevelType w:val="hybridMultilevel"/>
    <w:tmpl w:val="54FE15D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7AC3363"/>
    <w:multiLevelType w:val="hybridMultilevel"/>
    <w:tmpl w:val="A7284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C8531B2"/>
    <w:multiLevelType w:val="hybridMultilevel"/>
    <w:tmpl w:val="2716C7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F1E496F"/>
    <w:multiLevelType w:val="hybridMultilevel"/>
    <w:tmpl w:val="8272DC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F213878"/>
    <w:multiLevelType w:val="hybridMultilevel"/>
    <w:tmpl w:val="5E52F3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DF200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14447BD"/>
    <w:multiLevelType w:val="multilevel"/>
    <w:tmpl w:val="8508E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A260E33"/>
    <w:multiLevelType w:val="hybridMultilevel"/>
    <w:tmpl w:val="120A4D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5A93285"/>
    <w:multiLevelType w:val="hybridMultilevel"/>
    <w:tmpl w:val="9606E9B2"/>
    <w:lvl w:ilvl="0" w:tplc="F1607BDE">
      <w:start w:val="1"/>
      <w:numFmt w:val="bullet"/>
      <w:lvlText w:val=""/>
      <w:lvlPicBulletId w:val="0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972A9A70" w:tentative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5C56C374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3" w:tplc="EEE67FF8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D1A66BEA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5" w:tplc="64C6913A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6" w:tplc="E8C6A046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55E5148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8" w:tplc="85AC7888" w:tentative="1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hint="default"/>
      </w:rPr>
    </w:lvl>
  </w:abstractNum>
  <w:abstractNum w:abstractNumId="24">
    <w:nsid w:val="4B3D2B0B"/>
    <w:multiLevelType w:val="hybridMultilevel"/>
    <w:tmpl w:val="60C6292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EE913F0"/>
    <w:multiLevelType w:val="hybridMultilevel"/>
    <w:tmpl w:val="244249E2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6">
    <w:nsid w:val="4FAD62E8"/>
    <w:multiLevelType w:val="hybridMultilevel"/>
    <w:tmpl w:val="8CF28E2A"/>
    <w:lvl w:ilvl="0" w:tplc="0F2C5434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6F66BC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0A4798B"/>
    <w:multiLevelType w:val="hybridMultilevel"/>
    <w:tmpl w:val="F886AF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84814A8"/>
    <w:multiLevelType w:val="hybridMultilevel"/>
    <w:tmpl w:val="3766BD9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B3F4F96"/>
    <w:multiLevelType w:val="hybridMultilevel"/>
    <w:tmpl w:val="253E3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C0F7BA3"/>
    <w:multiLevelType w:val="hybridMultilevel"/>
    <w:tmpl w:val="BFA21C08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>
    <w:nsid w:val="61391C1C"/>
    <w:multiLevelType w:val="hybridMultilevel"/>
    <w:tmpl w:val="2FC039AC"/>
    <w:lvl w:ilvl="0" w:tplc="F5A089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1D73FDA"/>
    <w:multiLevelType w:val="hybridMultilevel"/>
    <w:tmpl w:val="DDCEEB16"/>
    <w:lvl w:ilvl="0" w:tplc="8C0AEE70">
      <w:start w:val="4"/>
      <w:numFmt w:val="decimal"/>
      <w:lvlText w:val="%1."/>
      <w:lvlJc w:val="left"/>
      <w:pPr>
        <w:tabs>
          <w:tab w:val="num" w:pos="525"/>
        </w:tabs>
        <w:ind w:left="52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45"/>
        </w:tabs>
        <w:ind w:left="12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  <w:rPr>
        <w:rFonts w:cs="Times New Roman"/>
      </w:rPr>
    </w:lvl>
  </w:abstractNum>
  <w:abstractNum w:abstractNumId="33">
    <w:nsid w:val="622746E2"/>
    <w:multiLevelType w:val="hybridMultilevel"/>
    <w:tmpl w:val="9A0E76D8"/>
    <w:lvl w:ilvl="0" w:tplc="A25C3B7C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BF262F3"/>
    <w:multiLevelType w:val="hybridMultilevel"/>
    <w:tmpl w:val="E9FC16AC"/>
    <w:lvl w:ilvl="0" w:tplc="345AC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2"/>
  </w:num>
  <w:num w:numId="2">
    <w:abstractNumId w:val="26"/>
  </w:num>
  <w:num w:numId="3">
    <w:abstractNumId w:val="11"/>
  </w:num>
  <w:num w:numId="4">
    <w:abstractNumId w:val="28"/>
  </w:num>
  <w:num w:numId="5">
    <w:abstractNumId w:val="24"/>
  </w:num>
  <w:num w:numId="6">
    <w:abstractNumId w:val="10"/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27"/>
  </w:num>
  <w:num w:numId="10">
    <w:abstractNumId w:val="14"/>
  </w:num>
  <w:num w:numId="11">
    <w:abstractNumId w:val="15"/>
  </w:num>
  <w:num w:numId="12">
    <w:abstractNumId w:val="17"/>
  </w:num>
  <w:num w:numId="13">
    <w:abstractNumId w:val="29"/>
  </w:num>
  <w:num w:numId="14">
    <w:abstractNumId w:val="32"/>
  </w:num>
  <w:num w:numId="15">
    <w:abstractNumId w:val="12"/>
  </w:num>
  <w:num w:numId="16">
    <w:abstractNumId w:val="20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33"/>
  </w:num>
  <w:num w:numId="30">
    <w:abstractNumId w:val="31"/>
  </w:num>
  <w:num w:numId="31">
    <w:abstractNumId w:val="30"/>
  </w:num>
  <w:num w:numId="32">
    <w:abstractNumId w:val="13"/>
  </w:num>
  <w:num w:numId="33">
    <w:abstractNumId w:val="21"/>
  </w:num>
  <w:num w:numId="34">
    <w:abstractNumId w:val="25"/>
  </w:num>
  <w:num w:numId="3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534F"/>
    <w:rsid w:val="00000BC6"/>
    <w:rsid w:val="000019A3"/>
    <w:rsid w:val="00001A62"/>
    <w:rsid w:val="00002E95"/>
    <w:rsid w:val="00004191"/>
    <w:rsid w:val="00004F21"/>
    <w:rsid w:val="00005332"/>
    <w:rsid w:val="00005CE0"/>
    <w:rsid w:val="00007398"/>
    <w:rsid w:val="000101AF"/>
    <w:rsid w:val="00010433"/>
    <w:rsid w:val="0001102F"/>
    <w:rsid w:val="0001268B"/>
    <w:rsid w:val="0001276B"/>
    <w:rsid w:val="00013F1F"/>
    <w:rsid w:val="00014187"/>
    <w:rsid w:val="000144AB"/>
    <w:rsid w:val="0001475E"/>
    <w:rsid w:val="0001514D"/>
    <w:rsid w:val="00021B75"/>
    <w:rsid w:val="00021D99"/>
    <w:rsid w:val="00021E9D"/>
    <w:rsid w:val="00022C4A"/>
    <w:rsid w:val="00022CB4"/>
    <w:rsid w:val="000236F6"/>
    <w:rsid w:val="00023D23"/>
    <w:rsid w:val="00024833"/>
    <w:rsid w:val="0002593D"/>
    <w:rsid w:val="00025AD5"/>
    <w:rsid w:val="00026119"/>
    <w:rsid w:val="00026BEB"/>
    <w:rsid w:val="00031830"/>
    <w:rsid w:val="000318C5"/>
    <w:rsid w:val="00032F2F"/>
    <w:rsid w:val="00033980"/>
    <w:rsid w:val="00034227"/>
    <w:rsid w:val="0003483F"/>
    <w:rsid w:val="000367C8"/>
    <w:rsid w:val="000371EA"/>
    <w:rsid w:val="00040CE7"/>
    <w:rsid w:val="0004101C"/>
    <w:rsid w:val="00046A7B"/>
    <w:rsid w:val="00047D8C"/>
    <w:rsid w:val="000502E3"/>
    <w:rsid w:val="00050C54"/>
    <w:rsid w:val="00052748"/>
    <w:rsid w:val="00052B47"/>
    <w:rsid w:val="00052C3B"/>
    <w:rsid w:val="000546D7"/>
    <w:rsid w:val="000548DD"/>
    <w:rsid w:val="00054EFA"/>
    <w:rsid w:val="00054FB3"/>
    <w:rsid w:val="00056957"/>
    <w:rsid w:val="00056F19"/>
    <w:rsid w:val="00061678"/>
    <w:rsid w:val="000619C7"/>
    <w:rsid w:val="00061F59"/>
    <w:rsid w:val="00062047"/>
    <w:rsid w:val="00062857"/>
    <w:rsid w:val="00062F9C"/>
    <w:rsid w:val="00063AB4"/>
    <w:rsid w:val="00064A89"/>
    <w:rsid w:val="00066288"/>
    <w:rsid w:val="00067093"/>
    <w:rsid w:val="000671BA"/>
    <w:rsid w:val="000672FA"/>
    <w:rsid w:val="0006732A"/>
    <w:rsid w:val="00067CD7"/>
    <w:rsid w:val="0007079A"/>
    <w:rsid w:val="000713CB"/>
    <w:rsid w:val="00071A72"/>
    <w:rsid w:val="00071B3F"/>
    <w:rsid w:val="00072E2D"/>
    <w:rsid w:val="00073470"/>
    <w:rsid w:val="00073BC6"/>
    <w:rsid w:val="00074C81"/>
    <w:rsid w:val="00075310"/>
    <w:rsid w:val="00075953"/>
    <w:rsid w:val="0007601E"/>
    <w:rsid w:val="00076A86"/>
    <w:rsid w:val="00076B20"/>
    <w:rsid w:val="00076B6E"/>
    <w:rsid w:val="00076DC1"/>
    <w:rsid w:val="00076EEA"/>
    <w:rsid w:val="00077002"/>
    <w:rsid w:val="00081E14"/>
    <w:rsid w:val="000824F9"/>
    <w:rsid w:val="00083185"/>
    <w:rsid w:val="00083565"/>
    <w:rsid w:val="00084306"/>
    <w:rsid w:val="00084BB8"/>
    <w:rsid w:val="000857E0"/>
    <w:rsid w:val="00085D03"/>
    <w:rsid w:val="000862AF"/>
    <w:rsid w:val="00086E52"/>
    <w:rsid w:val="00087560"/>
    <w:rsid w:val="00087712"/>
    <w:rsid w:val="00087AF6"/>
    <w:rsid w:val="00087B42"/>
    <w:rsid w:val="00092550"/>
    <w:rsid w:val="0009268E"/>
    <w:rsid w:val="00092753"/>
    <w:rsid w:val="000950D3"/>
    <w:rsid w:val="000950D7"/>
    <w:rsid w:val="00095118"/>
    <w:rsid w:val="000968EC"/>
    <w:rsid w:val="00096A0C"/>
    <w:rsid w:val="000974A2"/>
    <w:rsid w:val="00097DCE"/>
    <w:rsid w:val="000A0000"/>
    <w:rsid w:val="000A0623"/>
    <w:rsid w:val="000A104D"/>
    <w:rsid w:val="000A152A"/>
    <w:rsid w:val="000A21A7"/>
    <w:rsid w:val="000A2FCB"/>
    <w:rsid w:val="000A2FF4"/>
    <w:rsid w:val="000A30B5"/>
    <w:rsid w:val="000A3FA4"/>
    <w:rsid w:val="000A415F"/>
    <w:rsid w:val="000A607A"/>
    <w:rsid w:val="000A7109"/>
    <w:rsid w:val="000A72C0"/>
    <w:rsid w:val="000A77D2"/>
    <w:rsid w:val="000A794C"/>
    <w:rsid w:val="000A796A"/>
    <w:rsid w:val="000A79BD"/>
    <w:rsid w:val="000A7A5F"/>
    <w:rsid w:val="000A7A80"/>
    <w:rsid w:val="000B0397"/>
    <w:rsid w:val="000B076F"/>
    <w:rsid w:val="000B07C5"/>
    <w:rsid w:val="000B0DFC"/>
    <w:rsid w:val="000B1014"/>
    <w:rsid w:val="000B213C"/>
    <w:rsid w:val="000B3078"/>
    <w:rsid w:val="000B31AD"/>
    <w:rsid w:val="000B3523"/>
    <w:rsid w:val="000B3FAB"/>
    <w:rsid w:val="000B482E"/>
    <w:rsid w:val="000B4D7F"/>
    <w:rsid w:val="000B5838"/>
    <w:rsid w:val="000B6E93"/>
    <w:rsid w:val="000B77B0"/>
    <w:rsid w:val="000B7854"/>
    <w:rsid w:val="000C03DC"/>
    <w:rsid w:val="000C0F13"/>
    <w:rsid w:val="000C129D"/>
    <w:rsid w:val="000C421E"/>
    <w:rsid w:val="000C4A44"/>
    <w:rsid w:val="000C4ABC"/>
    <w:rsid w:val="000C4B95"/>
    <w:rsid w:val="000C682D"/>
    <w:rsid w:val="000C7526"/>
    <w:rsid w:val="000C7804"/>
    <w:rsid w:val="000D2F65"/>
    <w:rsid w:val="000D46B8"/>
    <w:rsid w:val="000D4784"/>
    <w:rsid w:val="000D4892"/>
    <w:rsid w:val="000D4955"/>
    <w:rsid w:val="000D4960"/>
    <w:rsid w:val="000D4CAB"/>
    <w:rsid w:val="000D609E"/>
    <w:rsid w:val="000D70A5"/>
    <w:rsid w:val="000D7AFE"/>
    <w:rsid w:val="000E03EF"/>
    <w:rsid w:val="000E0C7C"/>
    <w:rsid w:val="000E149A"/>
    <w:rsid w:val="000E1E86"/>
    <w:rsid w:val="000E2A78"/>
    <w:rsid w:val="000E3322"/>
    <w:rsid w:val="000E3454"/>
    <w:rsid w:val="000E38EF"/>
    <w:rsid w:val="000E5179"/>
    <w:rsid w:val="000E6050"/>
    <w:rsid w:val="000E6308"/>
    <w:rsid w:val="000E6760"/>
    <w:rsid w:val="000F07F4"/>
    <w:rsid w:val="000F0F2D"/>
    <w:rsid w:val="000F3CAD"/>
    <w:rsid w:val="000F457B"/>
    <w:rsid w:val="000F4A5D"/>
    <w:rsid w:val="000F6104"/>
    <w:rsid w:val="001003D1"/>
    <w:rsid w:val="00102722"/>
    <w:rsid w:val="0010357A"/>
    <w:rsid w:val="00103822"/>
    <w:rsid w:val="001039A1"/>
    <w:rsid w:val="00104812"/>
    <w:rsid w:val="001049B6"/>
    <w:rsid w:val="001060CB"/>
    <w:rsid w:val="001068A8"/>
    <w:rsid w:val="00106B28"/>
    <w:rsid w:val="00107B41"/>
    <w:rsid w:val="00107FFB"/>
    <w:rsid w:val="00110D46"/>
    <w:rsid w:val="0011180F"/>
    <w:rsid w:val="00111908"/>
    <w:rsid w:val="00113064"/>
    <w:rsid w:val="0011448C"/>
    <w:rsid w:val="00114D1B"/>
    <w:rsid w:val="0012024D"/>
    <w:rsid w:val="001202B3"/>
    <w:rsid w:val="00120D1E"/>
    <w:rsid w:val="00121B4D"/>
    <w:rsid w:val="00121FCC"/>
    <w:rsid w:val="00123D77"/>
    <w:rsid w:val="00124E9E"/>
    <w:rsid w:val="00125198"/>
    <w:rsid w:val="00125F2C"/>
    <w:rsid w:val="00127299"/>
    <w:rsid w:val="0012772E"/>
    <w:rsid w:val="00127B58"/>
    <w:rsid w:val="00130364"/>
    <w:rsid w:val="0013059C"/>
    <w:rsid w:val="00130B31"/>
    <w:rsid w:val="00133A23"/>
    <w:rsid w:val="001342F5"/>
    <w:rsid w:val="00135CDD"/>
    <w:rsid w:val="001367AE"/>
    <w:rsid w:val="00136AAC"/>
    <w:rsid w:val="00136CD7"/>
    <w:rsid w:val="00137120"/>
    <w:rsid w:val="00140588"/>
    <w:rsid w:val="00140596"/>
    <w:rsid w:val="0014140B"/>
    <w:rsid w:val="00142E51"/>
    <w:rsid w:val="0014341E"/>
    <w:rsid w:val="0014354B"/>
    <w:rsid w:val="001438C7"/>
    <w:rsid w:val="00143BFC"/>
    <w:rsid w:val="00145D30"/>
    <w:rsid w:val="00145DC7"/>
    <w:rsid w:val="0014634D"/>
    <w:rsid w:val="0014637F"/>
    <w:rsid w:val="001464A4"/>
    <w:rsid w:val="00146B8B"/>
    <w:rsid w:val="00152A7A"/>
    <w:rsid w:val="001553E3"/>
    <w:rsid w:val="0015546A"/>
    <w:rsid w:val="00155EBD"/>
    <w:rsid w:val="00157281"/>
    <w:rsid w:val="00157580"/>
    <w:rsid w:val="00160258"/>
    <w:rsid w:val="0016148A"/>
    <w:rsid w:val="001616ED"/>
    <w:rsid w:val="00161A36"/>
    <w:rsid w:val="00162C32"/>
    <w:rsid w:val="001634AB"/>
    <w:rsid w:val="001646D7"/>
    <w:rsid w:val="00167279"/>
    <w:rsid w:val="00167952"/>
    <w:rsid w:val="001714EC"/>
    <w:rsid w:val="00172141"/>
    <w:rsid w:val="0017256C"/>
    <w:rsid w:val="001757E3"/>
    <w:rsid w:val="0017587C"/>
    <w:rsid w:val="00176370"/>
    <w:rsid w:val="00177A7D"/>
    <w:rsid w:val="00180426"/>
    <w:rsid w:val="00180E84"/>
    <w:rsid w:val="00181258"/>
    <w:rsid w:val="0018128A"/>
    <w:rsid w:val="001831C4"/>
    <w:rsid w:val="0018393F"/>
    <w:rsid w:val="001851F0"/>
    <w:rsid w:val="00185A54"/>
    <w:rsid w:val="00186B0E"/>
    <w:rsid w:val="00187000"/>
    <w:rsid w:val="001875E4"/>
    <w:rsid w:val="001908BA"/>
    <w:rsid w:val="00192D3E"/>
    <w:rsid w:val="00193621"/>
    <w:rsid w:val="00193A65"/>
    <w:rsid w:val="00195B2E"/>
    <w:rsid w:val="00195FB8"/>
    <w:rsid w:val="001966E9"/>
    <w:rsid w:val="001971AE"/>
    <w:rsid w:val="001972EA"/>
    <w:rsid w:val="001A0987"/>
    <w:rsid w:val="001A152F"/>
    <w:rsid w:val="001A1B9C"/>
    <w:rsid w:val="001A1F35"/>
    <w:rsid w:val="001A286E"/>
    <w:rsid w:val="001A2AD6"/>
    <w:rsid w:val="001A4B48"/>
    <w:rsid w:val="001A4DB8"/>
    <w:rsid w:val="001A57ED"/>
    <w:rsid w:val="001A5AC5"/>
    <w:rsid w:val="001A5D5E"/>
    <w:rsid w:val="001A69C1"/>
    <w:rsid w:val="001A71D7"/>
    <w:rsid w:val="001A72B0"/>
    <w:rsid w:val="001A7FEA"/>
    <w:rsid w:val="001B1622"/>
    <w:rsid w:val="001B2371"/>
    <w:rsid w:val="001B2563"/>
    <w:rsid w:val="001B295D"/>
    <w:rsid w:val="001B55D8"/>
    <w:rsid w:val="001B69EA"/>
    <w:rsid w:val="001B71CB"/>
    <w:rsid w:val="001B7F24"/>
    <w:rsid w:val="001C10F6"/>
    <w:rsid w:val="001C1383"/>
    <w:rsid w:val="001C194D"/>
    <w:rsid w:val="001C20C3"/>
    <w:rsid w:val="001C2382"/>
    <w:rsid w:val="001C31D3"/>
    <w:rsid w:val="001C4479"/>
    <w:rsid w:val="001C568A"/>
    <w:rsid w:val="001C57DC"/>
    <w:rsid w:val="001C58B2"/>
    <w:rsid w:val="001C5AD7"/>
    <w:rsid w:val="001C5EB4"/>
    <w:rsid w:val="001C68D4"/>
    <w:rsid w:val="001D00C8"/>
    <w:rsid w:val="001D1AC2"/>
    <w:rsid w:val="001D1D40"/>
    <w:rsid w:val="001D3C5D"/>
    <w:rsid w:val="001D54A3"/>
    <w:rsid w:val="001D62ED"/>
    <w:rsid w:val="001D6374"/>
    <w:rsid w:val="001E0FEE"/>
    <w:rsid w:val="001E12EA"/>
    <w:rsid w:val="001E1A9B"/>
    <w:rsid w:val="001E1DB8"/>
    <w:rsid w:val="001E25A0"/>
    <w:rsid w:val="001E2E15"/>
    <w:rsid w:val="001E3206"/>
    <w:rsid w:val="001E4B2D"/>
    <w:rsid w:val="001E4E12"/>
    <w:rsid w:val="001E6076"/>
    <w:rsid w:val="001E60C2"/>
    <w:rsid w:val="001E6167"/>
    <w:rsid w:val="001E780A"/>
    <w:rsid w:val="001E7851"/>
    <w:rsid w:val="001F03F2"/>
    <w:rsid w:val="001F041D"/>
    <w:rsid w:val="001F0922"/>
    <w:rsid w:val="001F104D"/>
    <w:rsid w:val="001F1130"/>
    <w:rsid w:val="001F1674"/>
    <w:rsid w:val="001F1E26"/>
    <w:rsid w:val="001F2438"/>
    <w:rsid w:val="001F2A15"/>
    <w:rsid w:val="001F35C0"/>
    <w:rsid w:val="001F3C47"/>
    <w:rsid w:val="001F47ED"/>
    <w:rsid w:val="001F4E04"/>
    <w:rsid w:val="001F506E"/>
    <w:rsid w:val="001F6961"/>
    <w:rsid w:val="001F6B4B"/>
    <w:rsid w:val="001F7026"/>
    <w:rsid w:val="001F736F"/>
    <w:rsid w:val="001F770B"/>
    <w:rsid w:val="001F7E48"/>
    <w:rsid w:val="002002BD"/>
    <w:rsid w:val="00201772"/>
    <w:rsid w:val="0020309C"/>
    <w:rsid w:val="002035E3"/>
    <w:rsid w:val="00203A4D"/>
    <w:rsid w:val="00203A74"/>
    <w:rsid w:val="00203E35"/>
    <w:rsid w:val="00203E8B"/>
    <w:rsid w:val="00203EC5"/>
    <w:rsid w:val="00204316"/>
    <w:rsid w:val="00205DCF"/>
    <w:rsid w:val="00205E73"/>
    <w:rsid w:val="00205FC9"/>
    <w:rsid w:val="00206B33"/>
    <w:rsid w:val="00206D48"/>
    <w:rsid w:val="00206E8F"/>
    <w:rsid w:val="00207B6C"/>
    <w:rsid w:val="00207CAD"/>
    <w:rsid w:val="002101C4"/>
    <w:rsid w:val="00210A3B"/>
    <w:rsid w:val="0021109B"/>
    <w:rsid w:val="00211741"/>
    <w:rsid w:val="00212671"/>
    <w:rsid w:val="002127CA"/>
    <w:rsid w:val="00212F78"/>
    <w:rsid w:val="00215CD8"/>
    <w:rsid w:val="00215CF2"/>
    <w:rsid w:val="0021645B"/>
    <w:rsid w:val="00217936"/>
    <w:rsid w:val="0022065A"/>
    <w:rsid w:val="00221FAC"/>
    <w:rsid w:val="00222B19"/>
    <w:rsid w:val="00222C1A"/>
    <w:rsid w:val="0022352F"/>
    <w:rsid w:val="00223CF3"/>
    <w:rsid w:val="0022484D"/>
    <w:rsid w:val="002249C8"/>
    <w:rsid w:val="00224C90"/>
    <w:rsid w:val="00224E41"/>
    <w:rsid w:val="00225191"/>
    <w:rsid w:val="002257D5"/>
    <w:rsid w:val="002258C3"/>
    <w:rsid w:val="00226F9A"/>
    <w:rsid w:val="002276C6"/>
    <w:rsid w:val="00227876"/>
    <w:rsid w:val="00227FA0"/>
    <w:rsid w:val="00230B10"/>
    <w:rsid w:val="00232CC7"/>
    <w:rsid w:val="00232F7B"/>
    <w:rsid w:val="002333DC"/>
    <w:rsid w:val="00233455"/>
    <w:rsid w:val="0023351D"/>
    <w:rsid w:val="00233A63"/>
    <w:rsid w:val="0023664F"/>
    <w:rsid w:val="002367A4"/>
    <w:rsid w:val="00236DA2"/>
    <w:rsid w:val="00237507"/>
    <w:rsid w:val="002379C4"/>
    <w:rsid w:val="002410A1"/>
    <w:rsid w:val="00243F0A"/>
    <w:rsid w:val="00244499"/>
    <w:rsid w:val="00244917"/>
    <w:rsid w:val="00244945"/>
    <w:rsid w:val="00244EF6"/>
    <w:rsid w:val="00245036"/>
    <w:rsid w:val="00245386"/>
    <w:rsid w:val="002472AF"/>
    <w:rsid w:val="00247998"/>
    <w:rsid w:val="00247D70"/>
    <w:rsid w:val="002509DD"/>
    <w:rsid w:val="00251695"/>
    <w:rsid w:val="00251FBF"/>
    <w:rsid w:val="00252F7B"/>
    <w:rsid w:val="00253C76"/>
    <w:rsid w:val="00253E34"/>
    <w:rsid w:val="002553E7"/>
    <w:rsid w:val="002553F5"/>
    <w:rsid w:val="00255723"/>
    <w:rsid w:val="00256E0F"/>
    <w:rsid w:val="00257519"/>
    <w:rsid w:val="0026127D"/>
    <w:rsid w:val="00263D2F"/>
    <w:rsid w:val="00264B4C"/>
    <w:rsid w:val="00264CC5"/>
    <w:rsid w:val="00264FE3"/>
    <w:rsid w:val="00265AA4"/>
    <w:rsid w:val="00265BA4"/>
    <w:rsid w:val="00267F8F"/>
    <w:rsid w:val="002714EA"/>
    <w:rsid w:val="00271AB0"/>
    <w:rsid w:val="00271B0C"/>
    <w:rsid w:val="00272F2B"/>
    <w:rsid w:val="00274273"/>
    <w:rsid w:val="00274EA3"/>
    <w:rsid w:val="00274F81"/>
    <w:rsid w:val="0027522F"/>
    <w:rsid w:val="00275486"/>
    <w:rsid w:val="00276419"/>
    <w:rsid w:val="00276857"/>
    <w:rsid w:val="0027689E"/>
    <w:rsid w:val="00277591"/>
    <w:rsid w:val="002777EB"/>
    <w:rsid w:val="0027790B"/>
    <w:rsid w:val="002804F7"/>
    <w:rsid w:val="00281466"/>
    <w:rsid w:val="0028249E"/>
    <w:rsid w:val="002824AF"/>
    <w:rsid w:val="00282653"/>
    <w:rsid w:val="00282966"/>
    <w:rsid w:val="00282CA5"/>
    <w:rsid w:val="00282EFA"/>
    <w:rsid w:val="0028375F"/>
    <w:rsid w:val="00283A78"/>
    <w:rsid w:val="00283F94"/>
    <w:rsid w:val="00285933"/>
    <w:rsid w:val="0028599A"/>
    <w:rsid w:val="00286C8E"/>
    <w:rsid w:val="002876B1"/>
    <w:rsid w:val="00290384"/>
    <w:rsid w:val="00290717"/>
    <w:rsid w:val="00290FFE"/>
    <w:rsid w:val="00291625"/>
    <w:rsid w:val="00292744"/>
    <w:rsid w:val="00293204"/>
    <w:rsid w:val="00293BBF"/>
    <w:rsid w:val="00294FC6"/>
    <w:rsid w:val="00295686"/>
    <w:rsid w:val="002956EE"/>
    <w:rsid w:val="002964A9"/>
    <w:rsid w:val="00296923"/>
    <w:rsid w:val="0029752C"/>
    <w:rsid w:val="002A0C9A"/>
    <w:rsid w:val="002A15C7"/>
    <w:rsid w:val="002A301B"/>
    <w:rsid w:val="002A74A5"/>
    <w:rsid w:val="002A7AFB"/>
    <w:rsid w:val="002A7D32"/>
    <w:rsid w:val="002B064F"/>
    <w:rsid w:val="002B0964"/>
    <w:rsid w:val="002B1E0D"/>
    <w:rsid w:val="002B2292"/>
    <w:rsid w:val="002B346C"/>
    <w:rsid w:val="002B5BBE"/>
    <w:rsid w:val="002C017B"/>
    <w:rsid w:val="002C0A4B"/>
    <w:rsid w:val="002C2B66"/>
    <w:rsid w:val="002C2BBE"/>
    <w:rsid w:val="002C374E"/>
    <w:rsid w:val="002C46C7"/>
    <w:rsid w:val="002C4C73"/>
    <w:rsid w:val="002C5454"/>
    <w:rsid w:val="002C5E98"/>
    <w:rsid w:val="002C5FFB"/>
    <w:rsid w:val="002C6396"/>
    <w:rsid w:val="002C7DB8"/>
    <w:rsid w:val="002D0637"/>
    <w:rsid w:val="002D06AA"/>
    <w:rsid w:val="002D06B3"/>
    <w:rsid w:val="002D0784"/>
    <w:rsid w:val="002D0F75"/>
    <w:rsid w:val="002D16CF"/>
    <w:rsid w:val="002D1BAF"/>
    <w:rsid w:val="002D34FD"/>
    <w:rsid w:val="002D68A0"/>
    <w:rsid w:val="002D7881"/>
    <w:rsid w:val="002D78E8"/>
    <w:rsid w:val="002E0858"/>
    <w:rsid w:val="002E1A19"/>
    <w:rsid w:val="002E20B2"/>
    <w:rsid w:val="002E23DF"/>
    <w:rsid w:val="002E30BE"/>
    <w:rsid w:val="002E3690"/>
    <w:rsid w:val="002E3859"/>
    <w:rsid w:val="002E7F52"/>
    <w:rsid w:val="002F04E1"/>
    <w:rsid w:val="002F323C"/>
    <w:rsid w:val="002F38FB"/>
    <w:rsid w:val="002F390C"/>
    <w:rsid w:val="002F3B72"/>
    <w:rsid w:val="002F4271"/>
    <w:rsid w:val="002F507B"/>
    <w:rsid w:val="002F564E"/>
    <w:rsid w:val="002F5692"/>
    <w:rsid w:val="002F5B91"/>
    <w:rsid w:val="002F6C91"/>
    <w:rsid w:val="002F6F06"/>
    <w:rsid w:val="002F7A7D"/>
    <w:rsid w:val="00301CE6"/>
    <w:rsid w:val="00301F91"/>
    <w:rsid w:val="00301FDB"/>
    <w:rsid w:val="00303325"/>
    <w:rsid w:val="003036B1"/>
    <w:rsid w:val="00305088"/>
    <w:rsid w:val="00305426"/>
    <w:rsid w:val="003062C9"/>
    <w:rsid w:val="003065A6"/>
    <w:rsid w:val="003067EC"/>
    <w:rsid w:val="00306C75"/>
    <w:rsid w:val="00306FD2"/>
    <w:rsid w:val="00306FFC"/>
    <w:rsid w:val="00307299"/>
    <w:rsid w:val="00307C2B"/>
    <w:rsid w:val="003100E3"/>
    <w:rsid w:val="003108F1"/>
    <w:rsid w:val="00310A2F"/>
    <w:rsid w:val="00310B23"/>
    <w:rsid w:val="00310FE8"/>
    <w:rsid w:val="003129AA"/>
    <w:rsid w:val="00313A8D"/>
    <w:rsid w:val="00314B1C"/>
    <w:rsid w:val="00315089"/>
    <w:rsid w:val="003156D8"/>
    <w:rsid w:val="00316F20"/>
    <w:rsid w:val="00317265"/>
    <w:rsid w:val="00317304"/>
    <w:rsid w:val="00322EEF"/>
    <w:rsid w:val="003231C2"/>
    <w:rsid w:val="0032334F"/>
    <w:rsid w:val="003243DD"/>
    <w:rsid w:val="00324A3D"/>
    <w:rsid w:val="00325B8D"/>
    <w:rsid w:val="00327A26"/>
    <w:rsid w:val="00330F31"/>
    <w:rsid w:val="00331526"/>
    <w:rsid w:val="00331F7C"/>
    <w:rsid w:val="00332ECF"/>
    <w:rsid w:val="00333120"/>
    <w:rsid w:val="00334DF1"/>
    <w:rsid w:val="003350E7"/>
    <w:rsid w:val="0033531A"/>
    <w:rsid w:val="00335B81"/>
    <w:rsid w:val="00336485"/>
    <w:rsid w:val="003364BF"/>
    <w:rsid w:val="00337BA8"/>
    <w:rsid w:val="00340023"/>
    <w:rsid w:val="003403AD"/>
    <w:rsid w:val="003417E9"/>
    <w:rsid w:val="00341820"/>
    <w:rsid w:val="003431F6"/>
    <w:rsid w:val="003448A1"/>
    <w:rsid w:val="00344C5F"/>
    <w:rsid w:val="00345A5A"/>
    <w:rsid w:val="003470AB"/>
    <w:rsid w:val="00347841"/>
    <w:rsid w:val="0034791D"/>
    <w:rsid w:val="0035022F"/>
    <w:rsid w:val="003504CD"/>
    <w:rsid w:val="003516E7"/>
    <w:rsid w:val="00351A9D"/>
    <w:rsid w:val="00354742"/>
    <w:rsid w:val="00355160"/>
    <w:rsid w:val="003552B8"/>
    <w:rsid w:val="00361034"/>
    <w:rsid w:val="00361FB0"/>
    <w:rsid w:val="00362902"/>
    <w:rsid w:val="00364B7E"/>
    <w:rsid w:val="00364D2F"/>
    <w:rsid w:val="00365095"/>
    <w:rsid w:val="003662D2"/>
    <w:rsid w:val="00366B49"/>
    <w:rsid w:val="003712D8"/>
    <w:rsid w:val="00371608"/>
    <w:rsid w:val="00371F27"/>
    <w:rsid w:val="00372304"/>
    <w:rsid w:val="00372EF8"/>
    <w:rsid w:val="00373596"/>
    <w:rsid w:val="003758C6"/>
    <w:rsid w:val="00377390"/>
    <w:rsid w:val="003804A3"/>
    <w:rsid w:val="003806D2"/>
    <w:rsid w:val="003809D5"/>
    <w:rsid w:val="00381AE7"/>
    <w:rsid w:val="00381C87"/>
    <w:rsid w:val="003829B7"/>
    <w:rsid w:val="00382ACB"/>
    <w:rsid w:val="00382E87"/>
    <w:rsid w:val="00383008"/>
    <w:rsid w:val="00383187"/>
    <w:rsid w:val="00383628"/>
    <w:rsid w:val="00383A2D"/>
    <w:rsid w:val="00384CC4"/>
    <w:rsid w:val="00384FDA"/>
    <w:rsid w:val="0038500D"/>
    <w:rsid w:val="0038512C"/>
    <w:rsid w:val="0038624A"/>
    <w:rsid w:val="003866D9"/>
    <w:rsid w:val="00387165"/>
    <w:rsid w:val="00390EBB"/>
    <w:rsid w:val="003910B1"/>
    <w:rsid w:val="00391152"/>
    <w:rsid w:val="0039164E"/>
    <w:rsid w:val="00391A08"/>
    <w:rsid w:val="0039220E"/>
    <w:rsid w:val="00393DE3"/>
    <w:rsid w:val="00394E0A"/>
    <w:rsid w:val="003954D5"/>
    <w:rsid w:val="003955F5"/>
    <w:rsid w:val="00395EA4"/>
    <w:rsid w:val="00397312"/>
    <w:rsid w:val="0039735C"/>
    <w:rsid w:val="003974E2"/>
    <w:rsid w:val="00397AB8"/>
    <w:rsid w:val="003A09CD"/>
    <w:rsid w:val="003A1715"/>
    <w:rsid w:val="003A18B4"/>
    <w:rsid w:val="003A2537"/>
    <w:rsid w:val="003A2554"/>
    <w:rsid w:val="003A2982"/>
    <w:rsid w:val="003A299A"/>
    <w:rsid w:val="003A2ACD"/>
    <w:rsid w:val="003A3E9A"/>
    <w:rsid w:val="003A5535"/>
    <w:rsid w:val="003A5B71"/>
    <w:rsid w:val="003A5EEB"/>
    <w:rsid w:val="003A69CB"/>
    <w:rsid w:val="003A7405"/>
    <w:rsid w:val="003B063F"/>
    <w:rsid w:val="003B2BC9"/>
    <w:rsid w:val="003B309D"/>
    <w:rsid w:val="003B38F8"/>
    <w:rsid w:val="003B3EA2"/>
    <w:rsid w:val="003B427C"/>
    <w:rsid w:val="003B43DF"/>
    <w:rsid w:val="003B6CD0"/>
    <w:rsid w:val="003C080F"/>
    <w:rsid w:val="003C0913"/>
    <w:rsid w:val="003C2858"/>
    <w:rsid w:val="003C2891"/>
    <w:rsid w:val="003C2A59"/>
    <w:rsid w:val="003C2F7B"/>
    <w:rsid w:val="003C31B8"/>
    <w:rsid w:val="003C4DB4"/>
    <w:rsid w:val="003C601F"/>
    <w:rsid w:val="003C621A"/>
    <w:rsid w:val="003C625C"/>
    <w:rsid w:val="003C65A0"/>
    <w:rsid w:val="003C6655"/>
    <w:rsid w:val="003D1078"/>
    <w:rsid w:val="003D1E72"/>
    <w:rsid w:val="003D1E9C"/>
    <w:rsid w:val="003D2488"/>
    <w:rsid w:val="003D24EC"/>
    <w:rsid w:val="003D2D82"/>
    <w:rsid w:val="003D2DE9"/>
    <w:rsid w:val="003D3F23"/>
    <w:rsid w:val="003D4E33"/>
    <w:rsid w:val="003D5700"/>
    <w:rsid w:val="003D59EE"/>
    <w:rsid w:val="003D6141"/>
    <w:rsid w:val="003D669C"/>
    <w:rsid w:val="003D683C"/>
    <w:rsid w:val="003D714B"/>
    <w:rsid w:val="003D730F"/>
    <w:rsid w:val="003E193E"/>
    <w:rsid w:val="003E1E67"/>
    <w:rsid w:val="003E2809"/>
    <w:rsid w:val="003E46FB"/>
    <w:rsid w:val="003E4BB7"/>
    <w:rsid w:val="003E728A"/>
    <w:rsid w:val="003E7605"/>
    <w:rsid w:val="003E7DF3"/>
    <w:rsid w:val="003F061A"/>
    <w:rsid w:val="003F175B"/>
    <w:rsid w:val="003F1DA0"/>
    <w:rsid w:val="003F1E4E"/>
    <w:rsid w:val="003F1E90"/>
    <w:rsid w:val="003F24A1"/>
    <w:rsid w:val="003F2B82"/>
    <w:rsid w:val="003F350D"/>
    <w:rsid w:val="003F56E8"/>
    <w:rsid w:val="003F62BE"/>
    <w:rsid w:val="003F653A"/>
    <w:rsid w:val="003F7116"/>
    <w:rsid w:val="003F7FC5"/>
    <w:rsid w:val="004003A4"/>
    <w:rsid w:val="00400703"/>
    <w:rsid w:val="00400C83"/>
    <w:rsid w:val="004015DA"/>
    <w:rsid w:val="00401612"/>
    <w:rsid w:val="0040275A"/>
    <w:rsid w:val="004035F2"/>
    <w:rsid w:val="004037B6"/>
    <w:rsid w:val="004038A1"/>
    <w:rsid w:val="00403A27"/>
    <w:rsid w:val="00403D79"/>
    <w:rsid w:val="00404195"/>
    <w:rsid w:val="00406CF2"/>
    <w:rsid w:val="00407431"/>
    <w:rsid w:val="00407BEA"/>
    <w:rsid w:val="0041117E"/>
    <w:rsid w:val="00411224"/>
    <w:rsid w:val="0041134F"/>
    <w:rsid w:val="0041149E"/>
    <w:rsid w:val="00413690"/>
    <w:rsid w:val="00413885"/>
    <w:rsid w:val="004139D5"/>
    <w:rsid w:val="004139FE"/>
    <w:rsid w:val="00414EF5"/>
    <w:rsid w:val="00414FD0"/>
    <w:rsid w:val="00415798"/>
    <w:rsid w:val="004160E1"/>
    <w:rsid w:val="004167B6"/>
    <w:rsid w:val="00416D79"/>
    <w:rsid w:val="00416F92"/>
    <w:rsid w:val="00417727"/>
    <w:rsid w:val="00422301"/>
    <w:rsid w:val="0042234E"/>
    <w:rsid w:val="0042255E"/>
    <w:rsid w:val="0042266C"/>
    <w:rsid w:val="0042329A"/>
    <w:rsid w:val="00423580"/>
    <w:rsid w:val="0042667B"/>
    <w:rsid w:val="0042699D"/>
    <w:rsid w:val="00426FD3"/>
    <w:rsid w:val="00427675"/>
    <w:rsid w:val="0042790C"/>
    <w:rsid w:val="0043001A"/>
    <w:rsid w:val="00430024"/>
    <w:rsid w:val="004305C0"/>
    <w:rsid w:val="00431808"/>
    <w:rsid w:val="0043220E"/>
    <w:rsid w:val="00432820"/>
    <w:rsid w:val="00433ACD"/>
    <w:rsid w:val="004354AB"/>
    <w:rsid w:val="00440DF7"/>
    <w:rsid w:val="004412A0"/>
    <w:rsid w:val="00441B54"/>
    <w:rsid w:val="00441D40"/>
    <w:rsid w:val="00442181"/>
    <w:rsid w:val="004436D7"/>
    <w:rsid w:val="00443B40"/>
    <w:rsid w:val="0044422C"/>
    <w:rsid w:val="0044521F"/>
    <w:rsid w:val="0044572E"/>
    <w:rsid w:val="00446D0D"/>
    <w:rsid w:val="00446FB4"/>
    <w:rsid w:val="00450672"/>
    <w:rsid w:val="00450816"/>
    <w:rsid w:val="00450892"/>
    <w:rsid w:val="00451143"/>
    <w:rsid w:val="00452C10"/>
    <w:rsid w:val="00453482"/>
    <w:rsid w:val="00453B03"/>
    <w:rsid w:val="00453BBB"/>
    <w:rsid w:val="004543EB"/>
    <w:rsid w:val="00455915"/>
    <w:rsid w:val="00455AC8"/>
    <w:rsid w:val="00456D01"/>
    <w:rsid w:val="0045734D"/>
    <w:rsid w:val="004575D0"/>
    <w:rsid w:val="00460D3C"/>
    <w:rsid w:val="00462C87"/>
    <w:rsid w:val="004640DC"/>
    <w:rsid w:val="00464DAD"/>
    <w:rsid w:val="00465157"/>
    <w:rsid w:val="00465192"/>
    <w:rsid w:val="00466648"/>
    <w:rsid w:val="0046684F"/>
    <w:rsid w:val="00466BCA"/>
    <w:rsid w:val="00470387"/>
    <w:rsid w:val="004709FB"/>
    <w:rsid w:val="00472412"/>
    <w:rsid w:val="004736A4"/>
    <w:rsid w:val="00474002"/>
    <w:rsid w:val="00474F2B"/>
    <w:rsid w:val="00474FB9"/>
    <w:rsid w:val="00475353"/>
    <w:rsid w:val="00480CFD"/>
    <w:rsid w:val="00481598"/>
    <w:rsid w:val="004821D9"/>
    <w:rsid w:val="004827BF"/>
    <w:rsid w:val="0048342E"/>
    <w:rsid w:val="00486324"/>
    <w:rsid w:val="00487B6B"/>
    <w:rsid w:val="004907CD"/>
    <w:rsid w:val="00490B57"/>
    <w:rsid w:val="00490DA8"/>
    <w:rsid w:val="00491684"/>
    <w:rsid w:val="00492548"/>
    <w:rsid w:val="00492BF4"/>
    <w:rsid w:val="0049520E"/>
    <w:rsid w:val="004952CB"/>
    <w:rsid w:val="0049702C"/>
    <w:rsid w:val="00497809"/>
    <w:rsid w:val="0049794E"/>
    <w:rsid w:val="00497A27"/>
    <w:rsid w:val="004A0E50"/>
    <w:rsid w:val="004A1528"/>
    <w:rsid w:val="004A1BBF"/>
    <w:rsid w:val="004A1CEB"/>
    <w:rsid w:val="004A2387"/>
    <w:rsid w:val="004A2D53"/>
    <w:rsid w:val="004A392F"/>
    <w:rsid w:val="004A4850"/>
    <w:rsid w:val="004A51BF"/>
    <w:rsid w:val="004A5A47"/>
    <w:rsid w:val="004A7BCA"/>
    <w:rsid w:val="004B00E4"/>
    <w:rsid w:val="004B0311"/>
    <w:rsid w:val="004B0BD0"/>
    <w:rsid w:val="004B11D0"/>
    <w:rsid w:val="004B1631"/>
    <w:rsid w:val="004B1A3C"/>
    <w:rsid w:val="004B1DAB"/>
    <w:rsid w:val="004B2E2A"/>
    <w:rsid w:val="004B3397"/>
    <w:rsid w:val="004B3446"/>
    <w:rsid w:val="004B5952"/>
    <w:rsid w:val="004B68FF"/>
    <w:rsid w:val="004C0741"/>
    <w:rsid w:val="004C19F6"/>
    <w:rsid w:val="004C1ECB"/>
    <w:rsid w:val="004C3043"/>
    <w:rsid w:val="004C3511"/>
    <w:rsid w:val="004C3D3F"/>
    <w:rsid w:val="004C3DFA"/>
    <w:rsid w:val="004C418D"/>
    <w:rsid w:val="004C62BF"/>
    <w:rsid w:val="004C6811"/>
    <w:rsid w:val="004D0F04"/>
    <w:rsid w:val="004D13E6"/>
    <w:rsid w:val="004D17D9"/>
    <w:rsid w:val="004D18A5"/>
    <w:rsid w:val="004D1AD1"/>
    <w:rsid w:val="004D1D57"/>
    <w:rsid w:val="004D1F5E"/>
    <w:rsid w:val="004D2E93"/>
    <w:rsid w:val="004D3881"/>
    <w:rsid w:val="004D52E8"/>
    <w:rsid w:val="004D635E"/>
    <w:rsid w:val="004D6431"/>
    <w:rsid w:val="004E0258"/>
    <w:rsid w:val="004E0EEB"/>
    <w:rsid w:val="004E1B79"/>
    <w:rsid w:val="004E20B6"/>
    <w:rsid w:val="004E23F8"/>
    <w:rsid w:val="004E3715"/>
    <w:rsid w:val="004E43DC"/>
    <w:rsid w:val="004E44F5"/>
    <w:rsid w:val="004E470C"/>
    <w:rsid w:val="004E5C8E"/>
    <w:rsid w:val="004E61F8"/>
    <w:rsid w:val="004E6973"/>
    <w:rsid w:val="004E69E1"/>
    <w:rsid w:val="004E73B0"/>
    <w:rsid w:val="004E783E"/>
    <w:rsid w:val="004F0B6D"/>
    <w:rsid w:val="004F1081"/>
    <w:rsid w:val="004F3025"/>
    <w:rsid w:val="004F32E6"/>
    <w:rsid w:val="004F39A6"/>
    <w:rsid w:val="004F409E"/>
    <w:rsid w:val="004F4276"/>
    <w:rsid w:val="004F49B5"/>
    <w:rsid w:val="004F51B9"/>
    <w:rsid w:val="004F53F9"/>
    <w:rsid w:val="004F6ACF"/>
    <w:rsid w:val="00501108"/>
    <w:rsid w:val="00501F84"/>
    <w:rsid w:val="005032F0"/>
    <w:rsid w:val="0050391A"/>
    <w:rsid w:val="005048C3"/>
    <w:rsid w:val="00506AC1"/>
    <w:rsid w:val="0050740E"/>
    <w:rsid w:val="005116E2"/>
    <w:rsid w:val="00511D2D"/>
    <w:rsid w:val="00512CC3"/>
    <w:rsid w:val="00513ADF"/>
    <w:rsid w:val="00515D43"/>
    <w:rsid w:val="00517036"/>
    <w:rsid w:val="0051772C"/>
    <w:rsid w:val="00517BC5"/>
    <w:rsid w:val="00517FB6"/>
    <w:rsid w:val="0052078C"/>
    <w:rsid w:val="0052137E"/>
    <w:rsid w:val="00522EDE"/>
    <w:rsid w:val="00524C6C"/>
    <w:rsid w:val="005251AB"/>
    <w:rsid w:val="00525309"/>
    <w:rsid w:val="00525B6B"/>
    <w:rsid w:val="00525CDB"/>
    <w:rsid w:val="005263E9"/>
    <w:rsid w:val="0052698D"/>
    <w:rsid w:val="0052714F"/>
    <w:rsid w:val="0052734D"/>
    <w:rsid w:val="005274BA"/>
    <w:rsid w:val="00527F72"/>
    <w:rsid w:val="00531335"/>
    <w:rsid w:val="005314A0"/>
    <w:rsid w:val="0053408C"/>
    <w:rsid w:val="00534685"/>
    <w:rsid w:val="005350DD"/>
    <w:rsid w:val="00536390"/>
    <w:rsid w:val="005371F1"/>
    <w:rsid w:val="005376E6"/>
    <w:rsid w:val="00537E80"/>
    <w:rsid w:val="00540392"/>
    <w:rsid w:val="00541301"/>
    <w:rsid w:val="00541745"/>
    <w:rsid w:val="005422C0"/>
    <w:rsid w:val="00542D69"/>
    <w:rsid w:val="0054415F"/>
    <w:rsid w:val="0054443A"/>
    <w:rsid w:val="00544BF0"/>
    <w:rsid w:val="005458C1"/>
    <w:rsid w:val="0054657A"/>
    <w:rsid w:val="00547839"/>
    <w:rsid w:val="00547FEB"/>
    <w:rsid w:val="0055072E"/>
    <w:rsid w:val="005508C0"/>
    <w:rsid w:val="00550995"/>
    <w:rsid w:val="00552C29"/>
    <w:rsid w:val="00552F8D"/>
    <w:rsid w:val="0055332D"/>
    <w:rsid w:val="00553410"/>
    <w:rsid w:val="005547D6"/>
    <w:rsid w:val="00554BBB"/>
    <w:rsid w:val="0055591A"/>
    <w:rsid w:val="005607DA"/>
    <w:rsid w:val="00560FA8"/>
    <w:rsid w:val="00561BC0"/>
    <w:rsid w:val="0056300C"/>
    <w:rsid w:val="005643F0"/>
    <w:rsid w:val="00564651"/>
    <w:rsid w:val="00566497"/>
    <w:rsid w:val="00566C1E"/>
    <w:rsid w:val="00570714"/>
    <w:rsid w:val="00571983"/>
    <w:rsid w:val="00571B09"/>
    <w:rsid w:val="00571E72"/>
    <w:rsid w:val="005721DC"/>
    <w:rsid w:val="005728EC"/>
    <w:rsid w:val="0057323F"/>
    <w:rsid w:val="00573B10"/>
    <w:rsid w:val="00573D7D"/>
    <w:rsid w:val="005742A8"/>
    <w:rsid w:val="005747B6"/>
    <w:rsid w:val="00575015"/>
    <w:rsid w:val="0057536A"/>
    <w:rsid w:val="00576780"/>
    <w:rsid w:val="0057688D"/>
    <w:rsid w:val="00577363"/>
    <w:rsid w:val="00580F11"/>
    <w:rsid w:val="00581AAE"/>
    <w:rsid w:val="00583A17"/>
    <w:rsid w:val="00583C95"/>
    <w:rsid w:val="00583E0C"/>
    <w:rsid w:val="00585C27"/>
    <w:rsid w:val="0058612A"/>
    <w:rsid w:val="00586DF0"/>
    <w:rsid w:val="00587CCF"/>
    <w:rsid w:val="005902DC"/>
    <w:rsid w:val="005913A0"/>
    <w:rsid w:val="0059171D"/>
    <w:rsid w:val="0059318E"/>
    <w:rsid w:val="005949D0"/>
    <w:rsid w:val="00596971"/>
    <w:rsid w:val="00596C89"/>
    <w:rsid w:val="005A0F24"/>
    <w:rsid w:val="005A0F8F"/>
    <w:rsid w:val="005A209A"/>
    <w:rsid w:val="005A3900"/>
    <w:rsid w:val="005A390E"/>
    <w:rsid w:val="005A4BD8"/>
    <w:rsid w:val="005A5417"/>
    <w:rsid w:val="005A55DA"/>
    <w:rsid w:val="005A5740"/>
    <w:rsid w:val="005A60DE"/>
    <w:rsid w:val="005A61E7"/>
    <w:rsid w:val="005B00BB"/>
    <w:rsid w:val="005B01FA"/>
    <w:rsid w:val="005B02E1"/>
    <w:rsid w:val="005B0E47"/>
    <w:rsid w:val="005B0E65"/>
    <w:rsid w:val="005B1517"/>
    <w:rsid w:val="005B45C7"/>
    <w:rsid w:val="005B47E2"/>
    <w:rsid w:val="005B490C"/>
    <w:rsid w:val="005B4B14"/>
    <w:rsid w:val="005B4E59"/>
    <w:rsid w:val="005B5834"/>
    <w:rsid w:val="005B6083"/>
    <w:rsid w:val="005B685B"/>
    <w:rsid w:val="005B74A9"/>
    <w:rsid w:val="005B7DF3"/>
    <w:rsid w:val="005C0088"/>
    <w:rsid w:val="005C176F"/>
    <w:rsid w:val="005C48F4"/>
    <w:rsid w:val="005C4BDC"/>
    <w:rsid w:val="005C535B"/>
    <w:rsid w:val="005C5476"/>
    <w:rsid w:val="005C660B"/>
    <w:rsid w:val="005C784D"/>
    <w:rsid w:val="005C78A2"/>
    <w:rsid w:val="005C7CE3"/>
    <w:rsid w:val="005D0058"/>
    <w:rsid w:val="005D0B40"/>
    <w:rsid w:val="005D10F7"/>
    <w:rsid w:val="005D138E"/>
    <w:rsid w:val="005D155A"/>
    <w:rsid w:val="005D18B8"/>
    <w:rsid w:val="005D1B29"/>
    <w:rsid w:val="005D216A"/>
    <w:rsid w:val="005D34C7"/>
    <w:rsid w:val="005D369C"/>
    <w:rsid w:val="005D3978"/>
    <w:rsid w:val="005D3A3C"/>
    <w:rsid w:val="005D46CB"/>
    <w:rsid w:val="005D5C97"/>
    <w:rsid w:val="005D604D"/>
    <w:rsid w:val="005D62F2"/>
    <w:rsid w:val="005D681B"/>
    <w:rsid w:val="005D6FB8"/>
    <w:rsid w:val="005D70FA"/>
    <w:rsid w:val="005D72CD"/>
    <w:rsid w:val="005D7F9B"/>
    <w:rsid w:val="005E04AA"/>
    <w:rsid w:val="005E223F"/>
    <w:rsid w:val="005E2ACA"/>
    <w:rsid w:val="005E2E53"/>
    <w:rsid w:val="005E2EDA"/>
    <w:rsid w:val="005E384C"/>
    <w:rsid w:val="005E3E1E"/>
    <w:rsid w:val="005E416E"/>
    <w:rsid w:val="005E61FB"/>
    <w:rsid w:val="005E683D"/>
    <w:rsid w:val="005E7865"/>
    <w:rsid w:val="005F0439"/>
    <w:rsid w:val="005F0C95"/>
    <w:rsid w:val="005F132E"/>
    <w:rsid w:val="005F16B4"/>
    <w:rsid w:val="005F19BE"/>
    <w:rsid w:val="005F225D"/>
    <w:rsid w:val="005F2D57"/>
    <w:rsid w:val="005F2EC4"/>
    <w:rsid w:val="005F46CB"/>
    <w:rsid w:val="005F4E43"/>
    <w:rsid w:val="005F53FF"/>
    <w:rsid w:val="005F5704"/>
    <w:rsid w:val="005F5EEA"/>
    <w:rsid w:val="005F742D"/>
    <w:rsid w:val="00600357"/>
    <w:rsid w:val="00601948"/>
    <w:rsid w:val="00601BFE"/>
    <w:rsid w:val="006027BE"/>
    <w:rsid w:val="006029A9"/>
    <w:rsid w:val="00602E68"/>
    <w:rsid w:val="00603CB1"/>
    <w:rsid w:val="006049AE"/>
    <w:rsid w:val="00605663"/>
    <w:rsid w:val="00605739"/>
    <w:rsid w:val="0060597A"/>
    <w:rsid w:val="00605B9F"/>
    <w:rsid w:val="00606891"/>
    <w:rsid w:val="00606A29"/>
    <w:rsid w:val="00606B4B"/>
    <w:rsid w:val="006110C2"/>
    <w:rsid w:val="0061129B"/>
    <w:rsid w:val="00611457"/>
    <w:rsid w:val="00611984"/>
    <w:rsid w:val="006121A7"/>
    <w:rsid w:val="006123D6"/>
    <w:rsid w:val="0061245F"/>
    <w:rsid w:val="006128B3"/>
    <w:rsid w:val="00612A9F"/>
    <w:rsid w:val="00613CF6"/>
    <w:rsid w:val="00614024"/>
    <w:rsid w:val="0061440B"/>
    <w:rsid w:val="00614A03"/>
    <w:rsid w:val="00615825"/>
    <w:rsid w:val="00617BA8"/>
    <w:rsid w:val="0062057D"/>
    <w:rsid w:val="00622529"/>
    <w:rsid w:val="00622BE0"/>
    <w:rsid w:val="00622E5D"/>
    <w:rsid w:val="00623C60"/>
    <w:rsid w:val="00624557"/>
    <w:rsid w:val="00626CAF"/>
    <w:rsid w:val="00627501"/>
    <w:rsid w:val="00631168"/>
    <w:rsid w:val="00631207"/>
    <w:rsid w:val="006313FE"/>
    <w:rsid w:val="0063155C"/>
    <w:rsid w:val="00631C8B"/>
    <w:rsid w:val="006329A8"/>
    <w:rsid w:val="0063315C"/>
    <w:rsid w:val="006342A7"/>
    <w:rsid w:val="006372D2"/>
    <w:rsid w:val="0064096D"/>
    <w:rsid w:val="00640B3C"/>
    <w:rsid w:val="00640D3E"/>
    <w:rsid w:val="00642DC3"/>
    <w:rsid w:val="006436CD"/>
    <w:rsid w:val="0064381C"/>
    <w:rsid w:val="00643D5C"/>
    <w:rsid w:val="006456CC"/>
    <w:rsid w:val="006461AD"/>
    <w:rsid w:val="006466E6"/>
    <w:rsid w:val="00646CC0"/>
    <w:rsid w:val="00650F42"/>
    <w:rsid w:val="00651113"/>
    <w:rsid w:val="00652249"/>
    <w:rsid w:val="00655502"/>
    <w:rsid w:val="00656647"/>
    <w:rsid w:val="00656D87"/>
    <w:rsid w:val="0065791E"/>
    <w:rsid w:val="00657B04"/>
    <w:rsid w:val="00657E7E"/>
    <w:rsid w:val="00657FB6"/>
    <w:rsid w:val="006609A1"/>
    <w:rsid w:val="00661819"/>
    <w:rsid w:val="00662A24"/>
    <w:rsid w:val="0066306C"/>
    <w:rsid w:val="0066500C"/>
    <w:rsid w:val="0066504B"/>
    <w:rsid w:val="006723FC"/>
    <w:rsid w:val="00672941"/>
    <w:rsid w:val="006747FF"/>
    <w:rsid w:val="00675A25"/>
    <w:rsid w:val="00675B27"/>
    <w:rsid w:val="00677143"/>
    <w:rsid w:val="00677F41"/>
    <w:rsid w:val="00677F4F"/>
    <w:rsid w:val="006805DA"/>
    <w:rsid w:val="00680621"/>
    <w:rsid w:val="00680D36"/>
    <w:rsid w:val="00680FCB"/>
    <w:rsid w:val="0068104C"/>
    <w:rsid w:val="00681B9F"/>
    <w:rsid w:val="006826B6"/>
    <w:rsid w:val="00682C57"/>
    <w:rsid w:val="00685529"/>
    <w:rsid w:val="0068574A"/>
    <w:rsid w:val="006866B2"/>
    <w:rsid w:val="00686DD3"/>
    <w:rsid w:val="0069004A"/>
    <w:rsid w:val="00691812"/>
    <w:rsid w:val="00691DF1"/>
    <w:rsid w:val="00692048"/>
    <w:rsid w:val="006921D1"/>
    <w:rsid w:val="00694375"/>
    <w:rsid w:val="006952EC"/>
    <w:rsid w:val="006969E6"/>
    <w:rsid w:val="00696FD5"/>
    <w:rsid w:val="006973EE"/>
    <w:rsid w:val="006A0E52"/>
    <w:rsid w:val="006A22B1"/>
    <w:rsid w:val="006A22D1"/>
    <w:rsid w:val="006A22D5"/>
    <w:rsid w:val="006A28E0"/>
    <w:rsid w:val="006A303D"/>
    <w:rsid w:val="006A359E"/>
    <w:rsid w:val="006A39F8"/>
    <w:rsid w:val="006A50E1"/>
    <w:rsid w:val="006A6BCF"/>
    <w:rsid w:val="006A6DCF"/>
    <w:rsid w:val="006A6E55"/>
    <w:rsid w:val="006A7F16"/>
    <w:rsid w:val="006B0D18"/>
    <w:rsid w:val="006B1587"/>
    <w:rsid w:val="006B2564"/>
    <w:rsid w:val="006B2ACB"/>
    <w:rsid w:val="006B2F4C"/>
    <w:rsid w:val="006B375A"/>
    <w:rsid w:val="006B3939"/>
    <w:rsid w:val="006B40C8"/>
    <w:rsid w:val="006B4247"/>
    <w:rsid w:val="006B4B3E"/>
    <w:rsid w:val="006B4D70"/>
    <w:rsid w:val="006B503C"/>
    <w:rsid w:val="006B6787"/>
    <w:rsid w:val="006B7D8E"/>
    <w:rsid w:val="006B7ECA"/>
    <w:rsid w:val="006C0565"/>
    <w:rsid w:val="006C12C8"/>
    <w:rsid w:val="006C3BA3"/>
    <w:rsid w:val="006C4715"/>
    <w:rsid w:val="006C554A"/>
    <w:rsid w:val="006C6AB8"/>
    <w:rsid w:val="006D000A"/>
    <w:rsid w:val="006D18FD"/>
    <w:rsid w:val="006D28B9"/>
    <w:rsid w:val="006D4E95"/>
    <w:rsid w:val="006D5863"/>
    <w:rsid w:val="006D5900"/>
    <w:rsid w:val="006E1312"/>
    <w:rsid w:val="006E1FCD"/>
    <w:rsid w:val="006E2AFD"/>
    <w:rsid w:val="006E2D9E"/>
    <w:rsid w:val="006E32EE"/>
    <w:rsid w:val="006E358C"/>
    <w:rsid w:val="006E37D9"/>
    <w:rsid w:val="006E4488"/>
    <w:rsid w:val="006E48B6"/>
    <w:rsid w:val="006E4C6A"/>
    <w:rsid w:val="006E5615"/>
    <w:rsid w:val="006E5E92"/>
    <w:rsid w:val="006E6B21"/>
    <w:rsid w:val="006E6B4F"/>
    <w:rsid w:val="006E7FFB"/>
    <w:rsid w:val="006F03A6"/>
    <w:rsid w:val="006F03C7"/>
    <w:rsid w:val="006F0559"/>
    <w:rsid w:val="006F0D04"/>
    <w:rsid w:val="006F1369"/>
    <w:rsid w:val="006F2E1B"/>
    <w:rsid w:val="006F3531"/>
    <w:rsid w:val="006F3D02"/>
    <w:rsid w:val="006F406C"/>
    <w:rsid w:val="006F4C6F"/>
    <w:rsid w:val="006F5DEF"/>
    <w:rsid w:val="006F74C9"/>
    <w:rsid w:val="006F7BA4"/>
    <w:rsid w:val="0070012E"/>
    <w:rsid w:val="00700145"/>
    <w:rsid w:val="00701054"/>
    <w:rsid w:val="007015D9"/>
    <w:rsid w:val="00702101"/>
    <w:rsid w:val="00703085"/>
    <w:rsid w:val="00704591"/>
    <w:rsid w:val="00704879"/>
    <w:rsid w:val="00705136"/>
    <w:rsid w:val="00705A4B"/>
    <w:rsid w:val="00705EAB"/>
    <w:rsid w:val="00710235"/>
    <w:rsid w:val="007112FE"/>
    <w:rsid w:val="00715F05"/>
    <w:rsid w:val="0071602E"/>
    <w:rsid w:val="00716566"/>
    <w:rsid w:val="00720E9D"/>
    <w:rsid w:val="0072159D"/>
    <w:rsid w:val="00721FBC"/>
    <w:rsid w:val="00723C31"/>
    <w:rsid w:val="0072480E"/>
    <w:rsid w:val="00724FEB"/>
    <w:rsid w:val="00725295"/>
    <w:rsid w:val="007255E8"/>
    <w:rsid w:val="007259A4"/>
    <w:rsid w:val="00725A9F"/>
    <w:rsid w:val="00725D75"/>
    <w:rsid w:val="00732173"/>
    <w:rsid w:val="007323C3"/>
    <w:rsid w:val="00732876"/>
    <w:rsid w:val="00732F43"/>
    <w:rsid w:val="00736006"/>
    <w:rsid w:val="0073623C"/>
    <w:rsid w:val="00737BE2"/>
    <w:rsid w:val="007418F4"/>
    <w:rsid w:val="00741C94"/>
    <w:rsid w:val="00742D0A"/>
    <w:rsid w:val="00743ACC"/>
    <w:rsid w:val="00743DC0"/>
    <w:rsid w:val="0074415E"/>
    <w:rsid w:val="00744CDB"/>
    <w:rsid w:val="00746541"/>
    <w:rsid w:val="00746A6E"/>
    <w:rsid w:val="00746AAA"/>
    <w:rsid w:val="007471D4"/>
    <w:rsid w:val="007479E6"/>
    <w:rsid w:val="00752B6E"/>
    <w:rsid w:val="00753CC8"/>
    <w:rsid w:val="00753D80"/>
    <w:rsid w:val="0075458D"/>
    <w:rsid w:val="0075466C"/>
    <w:rsid w:val="007562F1"/>
    <w:rsid w:val="00756428"/>
    <w:rsid w:val="00756EF7"/>
    <w:rsid w:val="00757775"/>
    <w:rsid w:val="00757FDF"/>
    <w:rsid w:val="00760677"/>
    <w:rsid w:val="00761054"/>
    <w:rsid w:val="007613AC"/>
    <w:rsid w:val="00761CC5"/>
    <w:rsid w:val="00762287"/>
    <w:rsid w:val="007623FF"/>
    <w:rsid w:val="00763241"/>
    <w:rsid w:val="00763CD7"/>
    <w:rsid w:val="007643F4"/>
    <w:rsid w:val="007657FE"/>
    <w:rsid w:val="007659F7"/>
    <w:rsid w:val="00766B26"/>
    <w:rsid w:val="00767218"/>
    <w:rsid w:val="00767A56"/>
    <w:rsid w:val="007713F6"/>
    <w:rsid w:val="00771CBF"/>
    <w:rsid w:val="007730B2"/>
    <w:rsid w:val="00774B60"/>
    <w:rsid w:val="00774C0E"/>
    <w:rsid w:val="007752DB"/>
    <w:rsid w:val="00775EB9"/>
    <w:rsid w:val="007768AB"/>
    <w:rsid w:val="007769A8"/>
    <w:rsid w:val="00776A3F"/>
    <w:rsid w:val="00776C04"/>
    <w:rsid w:val="00780C18"/>
    <w:rsid w:val="007818ED"/>
    <w:rsid w:val="00781DCC"/>
    <w:rsid w:val="00782884"/>
    <w:rsid w:val="00785BB3"/>
    <w:rsid w:val="00790FF6"/>
    <w:rsid w:val="00791E6E"/>
    <w:rsid w:val="007926FF"/>
    <w:rsid w:val="00792A72"/>
    <w:rsid w:val="00792E19"/>
    <w:rsid w:val="00792E3C"/>
    <w:rsid w:val="0079343A"/>
    <w:rsid w:val="00794605"/>
    <w:rsid w:val="007948D8"/>
    <w:rsid w:val="0079517C"/>
    <w:rsid w:val="00796C83"/>
    <w:rsid w:val="0079750F"/>
    <w:rsid w:val="00797F79"/>
    <w:rsid w:val="007A047F"/>
    <w:rsid w:val="007A218F"/>
    <w:rsid w:val="007A23BA"/>
    <w:rsid w:val="007A2C94"/>
    <w:rsid w:val="007A3CAB"/>
    <w:rsid w:val="007A3DD0"/>
    <w:rsid w:val="007A3F10"/>
    <w:rsid w:val="007A5DB1"/>
    <w:rsid w:val="007A6179"/>
    <w:rsid w:val="007A7761"/>
    <w:rsid w:val="007A7BF2"/>
    <w:rsid w:val="007B0B2F"/>
    <w:rsid w:val="007B1E31"/>
    <w:rsid w:val="007B252F"/>
    <w:rsid w:val="007B2F57"/>
    <w:rsid w:val="007B2F8E"/>
    <w:rsid w:val="007B38F6"/>
    <w:rsid w:val="007B47EE"/>
    <w:rsid w:val="007B492F"/>
    <w:rsid w:val="007B6590"/>
    <w:rsid w:val="007B6AB3"/>
    <w:rsid w:val="007B6CD6"/>
    <w:rsid w:val="007B71F6"/>
    <w:rsid w:val="007B7767"/>
    <w:rsid w:val="007C033D"/>
    <w:rsid w:val="007C042A"/>
    <w:rsid w:val="007C156B"/>
    <w:rsid w:val="007C25EA"/>
    <w:rsid w:val="007C2ABC"/>
    <w:rsid w:val="007C2EAB"/>
    <w:rsid w:val="007C3FFC"/>
    <w:rsid w:val="007C5D6F"/>
    <w:rsid w:val="007C5FAF"/>
    <w:rsid w:val="007C655F"/>
    <w:rsid w:val="007C6D2A"/>
    <w:rsid w:val="007C7482"/>
    <w:rsid w:val="007D084C"/>
    <w:rsid w:val="007D15F4"/>
    <w:rsid w:val="007D1A15"/>
    <w:rsid w:val="007D2610"/>
    <w:rsid w:val="007D44B3"/>
    <w:rsid w:val="007D589D"/>
    <w:rsid w:val="007D5FA5"/>
    <w:rsid w:val="007D614E"/>
    <w:rsid w:val="007D6506"/>
    <w:rsid w:val="007E0116"/>
    <w:rsid w:val="007E30D8"/>
    <w:rsid w:val="007E3DA1"/>
    <w:rsid w:val="007E5E9D"/>
    <w:rsid w:val="007E643B"/>
    <w:rsid w:val="007E7F9F"/>
    <w:rsid w:val="007F046F"/>
    <w:rsid w:val="007F2EF8"/>
    <w:rsid w:val="007F38B3"/>
    <w:rsid w:val="007F4759"/>
    <w:rsid w:val="007F4F6D"/>
    <w:rsid w:val="007F5A52"/>
    <w:rsid w:val="007F7FD1"/>
    <w:rsid w:val="008014A5"/>
    <w:rsid w:val="0080204C"/>
    <w:rsid w:val="00802322"/>
    <w:rsid w:val="0080254D"/>
    <w:rsid w:val="0080343F"/>
    <w:rsid w:val="00803A9E"/>
    <w:rsid w:val="00803F10"/>
    <w:rsid w:val="00804ED1"/>
    <w:rsid w:val="008053B2"/>
    <w:rsid w:val="00805AD1"/>
    <w:rsid w:val="00806860"/>
    <w:rsid w:val="008125A8"/>
    <w:rsid w:val="00812EA8"/>
    <w:rsid w:val="0081333F"/>
    <w:rsid w:val="0081500B"/>
    <w:rsid w:val="00816034"/>
    <w:rsid w:val="00816073"/>
    <w:rsid w:val="00816AC2"/>
    <w:rsid w:val="00816BD8"/>
    <w:rsid w:val="00816EF7"/>
    <w:rsid w:val="00820280"/>
    <w:rsid w:val="00820535"/>
    <w:rsid w:val="008241F6"/>
    <w:rsid w:val="0082432F"/>
    <w:rsid w:val="00825130"/>
    <w:rsid w:val="0082621B"/>
    <w:rsid w:val="00826418"/>
    <w:rsid w:val="008267A3"/>
    <w:rsid w:val="00826F45"/>
    <w:rsid w:val="0083090E"/>
    <w:rsid w:val="00830997"/>
    <w:rsid w:val="00832C6B"/>
    <w:rsid w:val="008332C8"/>
    <w:rsid w:val="00833C51"/>
    <w:rsid w:val="00833D39"/>
    <w:rsid w:val="00835DC7"/>
    <w:rsid w:val="0083632A"/>
    <w:rsid w:val="008364FD"/>
    <w:rsid w:val="00841538"/>
    <w:rsid w:val="0084159D"/>
    <w:rsid w:val="008432D2"/>
    <w:rsid w:val="008432FE"/>
    <w:rsid w:val="00843719"/>
    <w:rsid w:val="00843C23"/>
    <w:rsid w:val="00843E21"/>
    <w:rsid w:val="0084462D"/>
    <w:rsid w:val="008446C9"/>
    <w:rsid w:val="0084596A"/>
    <w:rsid w:val="00845DA9"/>
    <w:rsid w:val="00846407"/>
    <w:rsid w:val="00846D31"/>
    <w:rsid w:val="008514CF"/>
    <w:rsid w:val="00853319"/>
    <w:rsid w:val="008533B5"/>
    <w:rsid w:val="00855445"/>
    <w:rsid w:val="00855F94"/>
    <w:rsid w:val="0085640F"/>
    <w:rsid w:val="0085741B"/>
    <w:rsid w:val="0085759E"/>
    <w:rsid w:val="00860370"/>
    <w:rsid w:val="0086142C"/>
    <w:rsid w:val="008622ED"/>
    <w:rsid w:val="00862BF4"/>
    <w:rsid w:val="00863A96"/>
    <w:rsid w:val="008645ED"/>
    <w:rsid w:val="008666EF"/>
    <w:rsid w:val="00866C62"/>
    <w:rsid w:val="00870319"/>
    <w:rsid w:val="008704EF"/>
    <w:rsid w:val="00870CA1"/>
    <w:rsid w:val="008734F6"/>
    <w:rsid w:val="00873FF0"/>
    <w:rsid w:val="008740D2"/>
    <w:rsid w:val="00874B2C"/>
    <w:rsid w:val="00875D04"/>
    <w:rsid w:val="00877C01"/>
    <w:rsid w:val="008801AD"/>
    <w:rsid w:val="00880B60"/>
    <w:rsid w:val="00880DE8"/>
    <w:rsid w:val="00881189"/>
    <w:rsid w:val="00881228"/>
    <w:rsid w:val="00881230"/>
    <w:rsid w:val="00881435"/>
    <w:rsid w:val="00881E27"/>
    <w:rsid w:val="0088268A"/>
    <w:rsid w:val="00882C69"/>
    <w:rsid w:val="008830C5"/>
    <w:rsid w:val="00885DC8"/>
    <w:rsid w:val="00886DC5"/>
    <w:rsid w:val="0088798C"/>
    <w:rsid w:val="00890792"/>
    <w:rsid w:val="00891080"/>
    <w:rsid w:val="00891E83"/>
    <w:rsid w:val="00892CA3"/>
    <w:rsid w:val="008934FC"/>
    <w:rsid w:val="00893D10"/>
    <w:rsid w:val="0089407A"/>
    <w:rsid w:val="00894488"/>
    <w:rsid w:val="00894498"/>
    <w:rsid w:val="008948B2"/>
    <w:rsid w:val="00895232"/>
    <w:rsid w:val="008953E8"/>
    <w:rsid w:val="00896D63"/>
    <w:rsid w:val="008A09FE"/>
    <w:rsid w:val="008A0E32"/>
    <w:rsid w:val="008A2943"/>
    <w:rsid w:val="008A35E0"/>
    <w:rsid w:val="008A3860"/>
    <w:rsid w:val="008A3C45"/>
    <w:rsid w:val="008A6123"/>
    <w:rsid w:val="008A7463"/>
    <w:rsid w:val="008A7ED4"/>
    <w:rsid w:val="008B076E"/>
    <w:rsid w:val="008B17E7"/>
    <w:rsid w:val="008B1FAB"/>
    <w:rsid w:val="008B347E"/>
    <w:rsid w:val="008B34AB"/>
    <w:rsid w:val="008B5B42"/>
    <w:rsid w:val="008B5B84"/>
    <w:rsid w:val="008B6F03"/>
    <w:rsid w:val="008C019D"/>
    <w:rsid w:val="008C05B4"/>
    <w:rsid w:val="008C13E3"/>
    <w:rsid w:val="008C1773"/>
    <w:rsid w:val="008C2374"/>
    <w:rsid w:val="008C268F"/>
    <w:rsid w:val="008C273E"/>
    <w:rsid w:val="008C2A3B"/>
    <w:rsid w:val="008C2C18"/>
    <w:rsid w:val="008C2EF8"/>
    <w:rsid w:val="008C2F42"/>
    <w:rsid w:val="008C3AD3"/>
    <w:rsid w:val="008C3C1D"/>
    <w:rsid w:val="008C4C85"/>
    <w:rsid w:val="008C59AF"/>
    <w:rsid w:val="008C755F"/>
    <w:rsid w:val="008C7D2D"/>
    <w:rsid w:val="008D0C0C"/>
    <w:rsid w:val="008D12C1"/>
    <w:rsid w:val="008D23E0"/>
    <w:rsid w:val="008D25B4"/>
    <w:rsid w:val="008D280C"/>
    <w:rsid w:val="008D2A8C"/>
    <w:rsid w:val="008D39C4"/>
    <w:rsid w:val="008D51FA"/>
    <w:rsid w:val="008D5635"/>
    <w:rsid w:val="008D6397"/>
    <w:rsid w:val="008D73FF"/>
    <w:rsid w:val="008E0875"/>
    <w:rsid w:val="008E0954"/>
    <w:rsid w:val="008E0CB6"/>
    <w:rsid w:val="008E1368"/>
    <w:rsid w:val="008E1551"/>
    <w:rsid w:val="008E1E79"/>
    <w:rsid w:val="008E228D"/>
    <w:rsid w:val="008E2292"/>
    <w:rsid w:val="008E2F02"/>
    <w:rsid w:val="008E31CC"/>
    <w:rsid w:val="008E39B6"/>
    <w:rsid w:val="008E449A"/>
    <w:rsid w:val="008E5297"/>
    <w:rsid w:val="008E5780"/>
    <w:rsid w:val="008E5AF6"/>
    <w:rsid w:val="008E5DD0"/>
    <w:rsid w:val="008E6948"/>
    <w:rsid w:val="008E6B39"/>
    <w:rsid w:val="008F01D6"/>
    <w:rsid w:val="008F049A"/>
    <w:rsid w:val="008F0901"/>
    <w:rsid w:val="008F1E82"/>
    <w:rsid w:val="008F2420"/>
    <w:rsid w:val="008F2D11"/>
    <w:rsid w:val="008F34FA"/>
    <w:rsid w:val="008F360B"/>
    <w:rsid w:val="008F3912"/>
    <w:rsid w:val="008F41E9"/>
    <w:rsid w:val="008F42BC"/>
    <w:rsid w:val="008F444D"/>
    <w:rsid w:val="008F4F6A"/>
    <w:rsid w:val="008F5491"/>
    <w:rsid w:val="008F7796"/>
    <w:rsid w:val="008F7E46"/>
    <w:rsid w:val="00900D10"/>
    <w:rsid w:val="00901044"/>
    <w:rsid w:val="00901B38"/>
    <w:rsid w:val="0090271A"/>
    <w:rsid w:val="00902F3B"/>
    <w:rsid w:val="009031C3"/>
    <w:rsid w:val="0090338E"/>
    <w:rsid w:val="00903C14"/>
    <w:rsid w:val="0090430B"/>
    <w:rsid w:val="009055AE"/>
    <w:rsid w:val="009064D5"/>
    <w:rsid w:val="0090724A"/>
    <w:rsid w:val="0090777F"/>
    <w:rsid w:val="00907AB4"/>
    <w:rsid w:val="00907D05"/>
    <w:rsid w:val="00907D72"/>
    <w:rsid w:val="00910A4F"/>
    <w:rsid w:val="009114A6"/>
    <w:rsid w:val="00911693"/>
    <w:rsid w:val="00912532"/>
    <w:rsid w:val="0091254D"/>
    <w:rsid w:val="00912FC9"/>
    <w:rsid w:val="00914108"/>
    <w:rsid w:val="00914E05"/>
    <w:rsid w:val="00914FA8"/>
    <w:rsid w:val="00915330"/>
    <w:rsid w:val="009157FA"/>
    <w:rsid w:val="00915BAF"/>
    <w:rsid w:val="009161CA"/>
    <w:rsid w:val="009171D4"/>
    <w:rsid w:val="009179FB"/>
    <w:rsid w:val="009215E1"/>
    <w:rsid w:val="009225B7"/>
    <w:rsid w:val="00922712"/>
    <w:rsid w:val="00923849"/>
    <w:rsid w:val="00923A23"/>
    <w:rsid w:val="00925200"/>
    <w:rsid w:val="00925222"/>
    <w:rsid w:val="00926D31"/>
    <w:rsid w:val="00927F48"/>
    <w:rsid w:val="009322C3"/>
    <w:rsid w:val="00932A28"/>
    <w:rsid w:val="009334D0"/>
    <w:rsid w:val="009351E2"/>
    <w:rsid w:val="0093673B"/>
    <w:rsid w:val="00936C57"/>
    <w:rsid w:val="0094028D"/>
    <w:rsid w:val="009403DB"/>
    <w:rsid w:val="0094194F"/>
    <w:rsid w:val="00941E51"/>
    <w:rsid w:val="00942974"/>
    <w:rsid w:val="00943A8F"/>
    <w:rsid w:val="009443ED"/>
    <w:rsid w:val="0094471A"/>
    <w:rsid w:val="00944993"/>
    <w:rsid w:val="009449DD"/>
    <w:rsid w:val="009452F2"/>
    <w:rsid w:val="00945890"/>
    <w:rsid w:val="00946950"/>
    <w:rsid w:val="00946FA3"/>
    <w:rsid w:val="00947D07"/>
    <w:rsid w:val="009506D4"/>
    <w:rsid w:val="00951B31"/>
    <w:rsid w:val="009524D2"/>
    <w:rsid w:val="009533C9"/>
    <w:rsid w:val="00954C49"/>
    <w:rsid w:val="009558E0"/>
    <w:rsid w:val="00955F43"/>
    <w:rsid w:val="0095643D"/>
    <w:rsid w:val="0095681C"/>
    <w:rsid w:val="009569D8"/>
    <w:rsid w:val="00957E1C"/>
    <w:rsid w:val="0096008E"/>
    <w:rsid w:val="009601F0"/>
    <w:rsid w:val="00961160"/>
    <w:rsid w:val="009616B7"/>
    <w:rsid w:val="00962C97"/>
    <w:rsid w:val="00964EA9"/>
    <w:rsid w:val="0096506B"/>
    <w:rsid w:val="009679CF"/>
    <w:rsid w:val="00971BB3"/>
    <w:rsid w:val="00971EE5"/>
    <w:rsid w:val="00972D12"/>
    <w:rsid w:val="00973CDD"/>
    <w:rsid w:val="00974B26"/>
    <w:rsid w:val="00974F9C"/>
    <w:rsid w:val="009754F5"/>
    <w:rsid w:val="00975B57"/>
    <w:rsid w:val="00975C2C"/>
    <w:rsid w:val="00976551"/>
    <w:rsid w:val="009767EB"/>
    <w:rsid w:val="009768B4"/>
    <w:rsid w:val="00980960"/>
    <w:rsid w:val="00981453"/>
    <w:rsid w:val="00981C09"/>
    <w:rsid w:val="009831FD"/>
    <w:rsid w:val="00984177"/>
    <w:rsid w:val="009843BE"/>
    <w:rsid w:val="009845EB"/>
    <w:rsid w:val="00985C10"/>
    <w:rsid w:val="00986865"/>
    <w:rsid w:val="00990342"/>
    <w:rsid w:val="00990BAF"/>
    <w:rsid w:val="00990BF6"/>
    <w:rsid w:val="0099232F"/>
    <w:rsid w:val="00993808"/>
    <w:rsid w:val="00993BEA"/>
    <w:rsid w:val="00994FF1"/>
    <w:rsid w:val="0099680D"/>
    <w:rsid w:val="009A0139"/>
    <w:rsid w:val="009A1FAE"/>
    <w:rsid w:val="009A3102"/>
    <w:rsid w:val="009A3871"/>
    <w:rsid w:val="009A3E21"/>
    <w:rsid w:val="009A5DAF"/>
    <w:rsid w:val="009A5E11"/>
    <w:rsid w:val="009A5F3B"/>
    <w:rsid w:val="009A6C27"/>
    <w:rsid w:val="009A71F6"/>
    <w:rsid w:val="009A729D"/>
    <w:rsid w:val="009A77FD"/>
    <w:rsid w:val="009A7C32"/>
    <w:rsid w:val="009B04F6"/>
    <w:rsid w:val="009B1181"/>
    <w:rsid w:val="009B11C6"/>
    <w:rsid w:val="009B1750"/>
    <w:rsid w:val="009B223B"/>
    <w:rsid w:val="009B3482"/>
    <w:rsid w:val="009B3DE0"/>
    <w:rsid w:val="009B4F9F"/>
    <w:rsid w:val="009B5436"/>
    <w:rsid w:val="009B5FC3"/>
    <w:rsid w:val="009B6444"/>
    <w:rsid w:val="009B6AD5"/>
    <w:rsid w:val="009B717F"/>
    <w:rsid w:val="009B7323"/>
    <w:rsid w:val="009B7B51"/>
    <w:rsid w:val="009C01F8"/>
    <w:rsid w:val="009C0BA4"/>
    <w:rsid w:val="009C17C5"/>
    <w:rsid w:val="009C1D76"/>
    <w:rsid w:val="009C3873"/>
    <w:rsid w:val="009C3BF0"/>
    <w:rsid w:val="009C65C3"/>
    <w:rsid w:val="009C68B2"/>
    <w:rsid w:val="009C6A04"/>
    <w:rsid w:val="009C75A2"/>
    <w:rsid w:val="009D0743"/>
    <w:rsid w:val="009D0746"/>
    <w:rsid w:val="009D0877"/>
    <w:rsid w:val="009D13EC"/>
    <w:rsid w:val="009D242D"/>
    <w:rsid w:val="009D275E"/>
    <w:rsid w:val="009D2CF7"/>
    <w:rsid w:val="009D339B"/>
    <w:rsid w:val="009D6D8F"/>
    <w:rsid w:val="009D7EDD"/>
    <w:rsid w:val="009D7F7F"/>
    <w:rsid w:val="009E00AC"/>
    <w:rsid w:val="009E0657"/>
    <w:rsid w:val="009E6104"/>
    <w:rsid w:val="009E624D"/>
    <w:rsid w:val="009E62E6"/>
    <w:rsid w:val="009E6321"/>
    <w:rsid w:val="009E6AD4"/>
    <w:rsid w:val="009E6CC9"/>
    <w:rsid w:val="009E7111"/>
    <w:rsid w:val="009E76C0"/>
    <w:rsid w:val="009E784C"/>
    <w:rsid w:val="009E7DFC"/>
    <w:rsid w:val="009F07A7"/>
    <w:rsid w:val="009F1369"/>
    <w:rsid w:val="009F14F5"/>
    <w:rsid w:val="009F16D6"/>
    <w:rsid w:val="009F246E"/>
    <w:rsid w:val="009F2AF2"/>
    <w:rsid w:val="009F2C35"/>
    <w:rsid w:val="009F3B11"/>
    <w:rsid w:val="009F4E00"/>
    <w:rsid w:val="009F5C3E"/>
    <w:rsid w:val="00A0001C"/>
    <w:rsid w:val="00A00535"/>
    <w:rsid w:val="00A00A07"/>
    <w:rsid w:val="00A01822"/>
    <w:rsid w:val="00A0260F"/>
    <w:rsid w:val="00A02C26"/>
    <w:rsid w:val="00A051DD"/>
    <w:rsid w:val="00A11F48"/>
    <w:rsid w:val="00A123EE"/>
    <w:rsid w:val="00A138F1"/>
    <w:rsid w:val="00A15331"/>
    <w:rsid w:val="00A1556F"/>
    <w:rsid w:val="00A15B94"/>
    <w:rsid w:val="00A1672E"/>
    <w:rsid w:val="00A17947"/>
    <w:rsid w:val="00A20E6C"/>
    <w:rsid w:val="00A21275"/>
    <w:rsid w:val="00A21A7D"/>
    <w:rsid w:val="00A22568"/>
    <w:rsid w:val="00A22AD4"/>
    <w:rsid w:val="00A23E0C"/>
    <w:rsid w:val="00A26326"/>
    <w:rsid w:val="00A26411"/>
    <w:rsid w:val="00A26DB1"/>
    <w:rsid w:val="00A2714F"/>
    <w:rsid w:val="00A304E6"/>
    <w:rsid w:val="00A314AE"/>
    <w:rsid w:val="00A315B4"/>
    <w:rsid w:val="00A31840"/>
    <w:rsid w:val="00A31C62"/>
    <w:rsid w:val="00A31DA7"/>
    <w:rsid w:val="00A32C59"/>
    <w:rsid w:val="00A35083"/>
    <w:rsid w:val="00A3508C"/>
    <w:rsid w:val="00A35221"/>
    <w:rsid w:val="00A35477"/>
    <w:rsid w:val="00A356A3"/>
    <w:rsid w:val="00A36680"/>
    <w:rsid w:val="00A36898"/>
    <w:rsid w:val="00A36A33"/>
    <w:rsid w:val="00A37538"/>
    <w:rsid w:val="00A375EE"/>
    <w:rsid w:val="00A37A10"/>
    <w:rsid w:val="00A40627"/>
    <w:rsid w:val="00A4106C"/>
    <w:rsid w:val="00A41321"/>
    <w:rsid w:val="00A41326"/>
    <w:rsid w:val="00A41D47"/>
    <w:rsid w:val="00A434C0"/>
    <w:rsid w:val="00A43D0C"/>
    <w:rsid w:val="00A44864"/>
    <w:rsid w:val="00A44BDA"/>
    <w:rsid w:val="00A456A2"/>
    <w:rsid w:val="00A45EC5"/>
    <w:rsid w:val="00A462EE"/>
    <w:rsid w:val="00A50587"/>
    <w:rsid w:val="00A50647"/>
    <w:rsid w:val="00A5080D"/>
    <w:rsid w:val="00A50CBD"/>
    <w:rsid w:val="00A515C7"/>
    <w:rsid w:val="00A52A35"/>
    <w:rsid w:val="00A53902"/>
    <w:rsid w:val="00A54150"/>
    <w:rsid w:val="00A55D1E"/>
    <w:rsid w:val="00A56A31"/>
    <w:rsid w:val="00A606A8"/>
    <w:rsid w:val="00A60C97"/>
    <w:rsid w:val="00A61194"/>
    <w:rsid w:val="00A629F3"/>
    <w:rsid w:val="00A62B37"/>
    <w:rsid w:val="00A64131"/>
    <w:rsid w:val="00A647D4"/>
    <w:rsid w:val="00A700F1"/>
    <w:rsid w:val="00A70695"/>
    <w:rsid w:val="00A707E6"/>
    <w:rsid w:val="00A73B20"/>
    <w:rsid w:val="00A7423F"/>
    <w:rsid w:val="00A76AA5"/>
    <w:rsid w:val="00A76BCC"/>
    <w:rsid w:val="00A76DD8"/>
    <w:rsid w:val="00A76E55"/>
    <w:rsid w:val="00A7726B"/>
    <w:rsid w:val="00A80544"/>
    <w:rsid w:val="00A8065E"/>
    <w:rsid w:val="00A814A7"/>
    <w:rsid w:val="00A82344"/>
    <w:rsid w:val="00A82635"/>
    <w:rsid w:val="00A84F40"/>
    <w:rsid w:val="00A84F78"/>
    <w:rsid w:val="00A85808"/>
    <w:rsid w:val="00A85880"/>
    <w:rsid w:val="00A85F24"/>
    <w:rsid w:val="00A8630A"/>
    <w:rsid w:val="00A86F39"/>
    <w:rsid w:val="00A91AF2"/>
    <w:rsid w:val="00A92558"/>
    <w:rsid w:val="00A935F1"/>
    <w:rsid w:val="00A938AF"/>
    <w:rsid w:val="00A93977"/>
    <w:rsid w:val="00A94F9D"/>
    <w:rsid w:val="00A95A92"/>
    <w:rsid w:val="00A960F8"/>
    <w:rsid w:val="00A9648C"/>
    <w:rsid w:val="00A9736E"/>
    <w:rsid w:val="00A97D34"/>
    <w:rsid w:val="00AA11AE"/>
    <w:rsid w:val="00AA160F"/>
    <w:rsid w:val="00AA1949"/>
    <w:rsid w:val="00AA198E"/>
    <w:rsid w:val="00AA2236"/>
    <w:rsid w:val="00AA23B8"/>
    <w:rsid w:val="00AA2B2E"/>
    <w:rsid w:val="00AA332B"/>
    <w:rsid w:val="00AA3B71"/>
    <w:rsid w:val="00AA5312"/>
    <w:rsid w:val="00AB09A7"/>
    <w:rsid w:val="00AB0C4C"/>
    <w:rsid w:val="00AB0F89"/>
    <w:rsid w:val="00AB115B"/>
    <w:rsid w:val="00AB242D"/>
    <w:rsid w:val="00AB2E6D"/>
    <w:rsid w:val="00AB3BA3"/>
    <w:rsid w:val="00AB5583"/>
    <w:rsid w:val="00AB5AE3"/>
    <w:rsid w:val="00AB61F7"/>
    <w:rsid w:val="00AB68C8"/>
    <w:rsid w:val="00AB75A0"/>
    <w:rsid w:val="00AB7A5C"/>
    <w:rsid w:val="00AB7C0B"/>
    <w:rsid w:val="00AC1143"/>
    <w:rsid w:val="00AC1186"/>
    <w:rsid w:val="00AC3A83"/>
    <w:rsid w:val="00AC43CF"/>
    <w:rsid w:val="00AC75A2"/>
    <w:rsid w:val="00AC763F"/>
    <w:rsid w:val="00AD2363"/>
    <w:rsid w:val="00AD2531"/>
    <w:rsid w:val="00AD2CF3"/>
    <w:rsid w:val="00AD4DE4"/>
    <w:rsid w:val="00AD5011"/>
    <w:rsid w:val="00AD5533"/>
    <w:rsid w:val="00AD629A"/>
    <w:rsid w:val="00AD65DC"/>
    <w:rsid w:val="00AE0FB6"/>
    <w:rsid w:val="00AE211E"/>
    <w:rsid w:val="00AE2B15"/>
    <w:rsid w:val="00AE349F"/>
    <w:rsid w:val="00AE385C"/>
    <w:rsid w:val="00AE4862"/>
    <w:rsid w:val="00AE49FD"/>
    <w:rsid w:val="00AE5E27"/>
    <w:rsid w:val="00AE65E4"/>
    <w:rsid w:val="00AE6609"/>
    <w:rsid w:val="00AE7AFF"/>
    <w:rsid w:val="00AE7B77"/>
    <w:rsid w:val="00AF275C"/>
    <w:rsid w:val="00AF2C43"/>
    <w:rsid w:val="00AF549C"/>
    <w:rsid w:val="00AF5E47"/>
    <w:rsid w:val="00AF6B11"/>
    <w:rsid w:val="00AF705E"/>
    <w:rsid w:val="00AF78A3"/>
    <w:rsid w:val="00B0164C"/>
    <w:rsid w:val="00B01DBC"/>
    <w:rsid w:val="00B02296"/>
    <w:rsid w:val="00B02B50"/>
    <w:rsid w:val="00B04292"/>
    <w:rsid w:val="00B0457B"/>
    <w:rsid w:val="00B05682"/>
    <w:rsid w:val="00B05887"/>
    <w:rsid w:val="00B0657F"/>
    <w:rsid w:val="00B06846"/>
    <w:rsid w:val="00B0746F"/>
    <w:rsid w:val="00B1022E"/>
    <w:rsid w:val="00B1093F"/>
    <w:rsid w:val="00B111EE"/>
    <w:rsid w:val="00B11309"/>
    <w:rsid w:val="00B12CBB"/>
    <w:rsid w:val="00B13695"/>
    <w:rsid w:val="00B140D0"/>
    <w:rsid w:val="00B1428C"/>
    <w:rsid w:val="00B1537A"/>
    <w:rsid w:val="00B1540B"/>
    <w:rsid w:val="00B15CB2"/>
    <w:rsid w:val="00B16178"/>
    <w:rsid w:val="00B171C9"/>
    <w:rsid w:val="00B17E01"/>
    <w:rsid w:val="00B2055A"/>
    <w:rsid w:val="00B20E74"/>
    <w:rsid w:val="00B2150E"/>
    <w:rsid w:val="00B2198A"/>
    <w:rsid w:val="00B225BA"/>
    <w:rsid w:val="00B249A1"/>
    <w:rsid w:val="00B25664"/>
    <w:rsid w:val="00B2626A"/>
    <w:rsid w:val="00B26F3A"/>
    <w:rsid w:val="00B27104"/>
    <w:rsid w:val="00B2794B"/>
    <w:rsid w:val="00B30177"/>
    <w:rsid w:val="00B309EE"/>
    <w:rsid w:val="00B327DD"/>
    <w:rsid w:val="00B32D38"/>
    <w:rsid w:val="00B3413F"/>
    <w:rsid w:val="00B35611"/>
    <w:rsid w:val="00B360BD"/>
    <w:rsid w:val="00B364AB"/>
    <w:rsid w:val="00B37BEA"/>
    <w:rsid w:val="00B4003E"/>
    <w:rsid w:val="00B40BBB"/>
    <w:rsid w:val="00B40FD7"/>
    <w:rsid w:val="00B427CD"/>
    <w:rsid w:val="00B45208"/>
    <w:rsid w:val="00B46AEE"/>
    <w:rsid w:val="00B46C0D"/>
    <w:rsid w:val="00B46DBF"/>
    <w:rsid w:val="00B4770B"/>
    <w:rsid w:val="00B506FD"/>
    <w:rsid w:val="00B516DF"/>
    <w:rsid w:val="00B51BDF"/>
    <w:rsid w:val="00B53E36"/>
    <w:rsid w:val="00B552A2"/>
    <w:rsid w:val="00B55748"/>
    <w:rsid w:val="00B55898"/>
    <w:rsid w:val="00B57802"/>
    <w:rsid w:val="00B600EA"/>
    <w:rsid w:val="00B603A5"/>
    <w:rsid w:val="00B60B70"/>
    <w:rsid w:val="00B60CF7"/>
    <w:rsid w:val="00B60F05"/>
    <w:rsid w:val="00B611B1"/>
    <w:rsid w:val="00B61B84"/>
    <w:rsid w:val="00B627BB"/>
    <w:rsid w:val="00B632A0"/>
    <w:rsid w:val="00B63E83"/>
    <w:rsid w:val="00B64EC8"/>
    <w:rsid w:val="00B668F7"/>
    <w:rsid w:val="00B66B29"/>
    <w:rsid w:val="00B67567"/>
    <w:rsid w:val="00B67F05"/>
    <w:rsid w:val="00B67F17"/>
    <w:rsid w:val="00B702FC"/>
    <w:rsid w:val="00B7227F"/>
    <w:rsid w:val="00B72D8C"/>
    <w:rsid w:val="00B730B6"/>
    <w:rsid w:val="00B73F83"/>
    <w:rsid w:val="00B7549C"/>
    <w:rsid w:val="00B75B75"/>
    <w:rsid w:val="00B76472"/>
    <w:rsid w:val="00B76672"/>
    <w:rsid w:val="00B80C1E"/>
    <w:rsid w:val="00B812AE"/>
    <w:rsid w:val="00B814DC"/>
    <w:rsid w:val="00B818A4"/>
    <w:rsid w:val="00B82068"/>
    <w:rsid w:val="00B82F9C"/>
    <w:rsid w:val="00B83306"/>
    <w:rsid w:val="00B83438"/>
    <w:rsid w:val="00B835D5"/>
    <w:rsid w:val="00B836ED"/>
    <w:rsid w:val="00B841B1"/>
    <w:rsid w:val="00B84269"/>
    <w:rsid w:val="00B849B1"/>
    <w:rsid w:val="00B8613F"/>
    <w:rsid w:val="00B86A81"/>
    <w:rsid w:val="00B906A0"/>
    <w:rsid w:val="00B9171E"/>
    <w:rsid w:val="00B92E8D"/>
    <w:rsid w:val="00B9320A"/>
    <w:rsid w:val="00B95836"/>
    <w:rsid w:val="00B95DA2"/>
    <w:rsid w:val="00B971F4"/>
    <w:rsid w:val="00BA04A9"/>
    <w:rsid w:val="00BA04B0"/>
    <w:rsid w:val="00BA1666"/>
    <w:rsid w:val="00BA1BB3"/>
    <w:rsid w:val="00BA1E21"/>
    <w:rsid w:val="00BA24FF"/>
    <w:rsid w:val="00BA2AF1"/>
    <w:rsid w:val="00BA320A"/>
    <w:rsid w:val="00BA333F"/>
    <w:rsid w:val="00BA3524"/>
    <w:rsid w:val="00BA3D84"/>
    <w:rsid w:val="00BA473E"/>
    <w:rsid w:val="00BA4F74"/>
    <w:rsid w:val="00BA6F40"/>
    <w:rsid w:val="00BA724E"/>
    <w:rsid w:val="00BA7B6F"/>
    <w:rsid w:val="00BB08F7"/>
    <w:rsid w:val="00BB15FD"/>
    <w:rsid w:val="00BB1D32"/>
    <w:rsid w:val="00BB6B0B"/>
    <w:rsid w:val="00BB6E16"/>
    <w:rsid w:val="00BB76E7"/>
    <w:rsid w:val="00BB7D85"/>
    <w:rsid w:val="00BC0051"/>
    <w:rsid w:val="00BC0E30"/>
    <w:rsid w:val="00BC177A"/>
    <w:rsid w:val="00BC22E6"/>
    <w:rsid w:val="00BC2A33"/>
    <w:rsid w:val="00BC3645"/>
    <w:rsid w:val="00BC44AA"/>
    <w:rsid w:val="00BC48C8"/>
    <w:rsid w:val="00BC54F9"/>
    <w:rsid w:val="00BC5524"/>
    <w:rsid w:val="00BC579E"/>
    <w:rsid w:val="00BC59FF"/>
    <w:rsid w:val="00BC7C0E"/>
    <w:rsid w:val="00BD01CD"/>
    <w:rsid w:val="00BD0844"/>
    <w:rsid w:val="00BD0A76"/>
    <w:rsid w:val="00BD17C1"/>
    <w:rsid w:val="00BD4743"/>
    <w:rsid w:val="00BD4F78"/>
    <w:rsid w:val="00BD5043"/>
    <w:rsid w:val="00BD5A33"/>
    <w:rsid w:val="00BD6131"/>
    <w:rsid w:val="00BD7A2B"/>
    <w:rsid w:val="00BD7B07"/>
    <w:rsid w:val="00BE009D"/>
    <w:rsid w:val="00BE0530"/>
    <w:rsid w:val="00BE0909"/>
    <w:rsid w:val="00BE0A72"/>
    <w:rsid w:val="00BE19B1"/>
    <w:rsid w:val="00BE1F2E"/>
    <w:rsid w:val="00BE49C9"/>
    <w:rsid w:val="00BE4C75"/>
    <w:rsid w:val="00BE519E"/>
    <w:rsid w:val="00BE5CDC"/>
    <w:rsid w:val="00BF0458"/>
    <w:rsid w:val="00BF0900"/>
    <w:rsid w:val="00BF17A3"/>
    <w:rsid w:val="00BF4FE1"/>
    <w:rsid w:val="00BF504D"/>
    <w:rsid w:val="00BF5136"/>
    <w:rsid w:val="00BF5F2C"/>
    <w:rsid w:val="00BF7E47"/>
    <w:rsid w:val="00C0004A"/>
    <w:rsid w:val="00C007AC"/>
    <w:rsid w:val="00C02AB9"/>
    <w:rsid w:val="00C02F0A"/>
    <w:rsid w:val="00C0325E"/>
    <w:rsid w:val="00C0412D"/>
    <w:rsid w:val="00C04756"/>
    <w:rsid w:val="00C04E1A"/>
    <w:rsid w:val="00C05EC3"/>
    <w:rsid w:val="00C0624E"/>
    <w:rsid w:val="00C0663C"/>
    <w:rsid w:val="00C06915"/>
    <w:rsid w:val="00C11EBC"/>
    <w:rsid w:val="00C13083"/>
    <w:rsid w:val="00C15B6F"/>
    <w:rsid w:val="00C17B57"/>
    <w:rsid w:val="00C17C90"/>
    <w:rsid w:val="00C17DC1"/>
    <w:rsid w:val="00C2059F"/>
    <w:rsid w:val="00C20993"/>
    <w:rsid w:val="00C20A26"/>
    <w:rsid w:val="00C220C5"/>
    <w:rsid w:val="00C23A78"/>
    <w:rsid w:val="00C23B85"/>
    <w:rsid w:val="00C24133"/>
    <w:rsid w:val="00C24956"/>
    <w:rsid w:val="00C2521C"/>
    <w:rsid w:val="00C25A72"/>
    <w:rsid w:val="00C26327"/>
    <w:rsid w:val="00C26605"/>
    <w:rsid w:val="00C26C68"/>
    <w:rsid w:val="00C26FFD"/>
    <w:rsid w:val="00C270FB"/>
    <w:rsid w:val="00C3019D"/>
    <w:rsid w:val="00C3093D"/>
    <w:rsid w:val="00C3161D"/>
    <w:rsid w:val="00C317A7"/>
    <w:rsid w:val="00C32050"/>
    <w:rsid w:val="00C3235D"/>
    <w:rsid w:val="00C32D1F"/>
    <w:rsid w:val="00C32E99"/>
    <w:rsid w:val="00C41CBA"/>
    <w:rsid w:val="00C4201B"/>
    <w:rsid w:val="00C440B4"/>
    <w:rsid w:val="00C44779"/>
    <w:rsid w:val="00C44862"/>
    <w:rsid w:val="00C44CB3"/>
    <w:rsid w:val="00C46338"/>
    <w:rsid w:val="00C46BCF"/>
    <w:rsid w:val="00C47770"/>
    <w:rsid w:val="00C47CC0"/>
    <w:rsid w:val="00C505DC"/>
    <w:rsid w:val="00C50CF3"/>
    <w:rsid w:val="00C5178E"/>
    <w:rsid w:val="00C5179E"/>
    <w:rsid w:val="00C522D9"/>
    <w:rsid w:val="00C5333C"/>
    <w:rsid w:val="00C53DCD"/>
    <w:rsid w:val="00C542DB"/>
    <w:rsid w:val="00C54E8C"/>
    <w:rsid w:val="00C55137"/>
    <w:rsid w:val="00C5573D"/>
    <w:rsid w:val="00C55D46"/>
    <w:rsid w:val="00C56282"/>
    <w:rsid w:val="00C5683E"/>
    <w:rsid w:val="00C56D26"/>
    <w:rsid w:val="00C5729A"/>
    <w:rsid w:val="00C57AFC"/>
    <w:rsid w:val="00C60CE2"/>
    <w:rsid w:val="00C60DB8"/>
    <w:rsid w:val="00C6196B"/>
    <w:rsid w:val="00C6208E"/>
    <w:rsid w:val="00C62597"/>
    <w:rsid w:val="00C626C2"/>
    <w:rsid w:val="00C649DF"/>
    <w:rsid w:val="00C653F7"/>
    <w:rsid w:val="00C66B5E"/>
    <w:rsid w:val="00C67AE5"/>
    <w:rsid w:val="00C702EF"/>
    <w:rsid w:val="00C70537"/>
    <w:rsid w:val="00C7115B"/>
    <w:rsid w:val="00C715FA"/>
    <w:rsid w:val="00C71917"/>
    <w:rsid w:val="00C7272C"/>
    <w:rsid w:val="00C73662"/>
    <w:rsid w:val="00C7368A"/>
    <w:rsid w:val="00C7373D"/>
    <w:rsid w:val="00C74436"/>
    <w:rsid w:val="00C7480A"/>
    <w:rsid w:val="00C75E20"/>
    <w:rsid w:val="00C76985"/>
    <w:rsid w:val="00C80782"/>
    <w:rsid w:val="00C80B22"/>
    <w:rsid w:val="00C8115A"/>
    <w:rsid w:val="00C81660"/>
    <w:rsid w:val="00C8270C"/>
    <w:rsid w:val="00C83911"/>
    <w:rsid w:val="00C8411C"/>
    <w:rsid w:val="00C84400"/>
    <w:rsid w:val="00C84665"/>
    <w:rsid w:val="00C84B25"/>
    <w:rsid w:val="00C84C8D"/>
    <w:rsid w:val="00C86002"/>
    <w:rsid w:val="00C86150"/>
    <w:rsid w:val="00C86C78"/>
    <w:rsid w:val="00C917A5"/>
    <w:rsid w:val="00C91814"/>
    <w:rsid w:val="00C94435"/>
    <w:rsid w:val="00C960E2"/>
    <w:rsid w:val="00C962B4"/>
    <w:rsid w:val="00C96F1A"/>
    <w:rsid w:val="00C971FC"/>
    <w:rsid w:val="00C975F6"/>
    <w:rsid w:val="00CA0EDB"/>
    <w:rsid w:val="00CA2AE1"/>
    <w:rsid w:val="00CA4B3A"/>
    <w:rsid w:val="00CA5767"/>
    <w:rsid w:val="00CB2207"/>
    <w:rsid w:val="00CB26DB"/>
    <w:rsid w:val="00CB2C12"/>
    <w:rsid w:val="00CB49C0"/>
    <w:rsid w:val="00CB54BF"/>
    <w:rsid w:val="00CB5B4F"/>
    <w:rsid w:val="00CB5E96"/>
    <w:rsid w:val="00CC084C"/>
    <w:rsid w:val="00CC1EF9"/>
    <w:rsid w:val="00CC233A"/>
    <w:rsid w:val="00CC3B91"/>
    <w:rsid w:val="00CC3BDC"/>
    <w:rsid w:val="00CC50FF"/>
    <w:rsid w:val="00CC58F7"/>
    <w:rsid w:val="00CC60B0"/>
    <w:rsid w:val="00CC6F6B"/>
    <w:rsid w:val="00CC7291"/>
    <w:rsid w:val="00CC7471"/>
    <w:rsid w:val="00CC78F9"/>
    <w:rsid w:val="00CC7F43"/>
    <w:rsid w:val="00CD0717"/>
    <w:rsid w:val="00CD1355"/>
    <w:rsid w:val="00CD2A1D"/>
    <w:rsid w:val="00CD3295"/>
    <w:rsid w:val="00CD5212"/>
    <w:rsid w:val="00CD5383"/>
    <w:rsid w:val="00CD58FB"/>
    <w:rsid w:val="00CD6629"/>
    <w:rsid w:val="00CD7A16"/>
    <w:rsid w:val="00CE2CEC"/>
    <w:rsid w:val="00CE2D24"/>
    <w:rsid w:val="00CE39F7"/>
    <w:rsid w:val="00CE4DE7"/>
    <w:rsid w:val="00CE6CAC"/>
    <w:rsid w:val="00CE7A71"/>
    <w:rsid w:val="00CE7E1F"/>
    <w:rsid w:val="00CF155B"/>
    <w:rsid w:val="00CF1D88"/>
    <w:rsid w:val="00CF1DB3"/>
    <w:rsid w:val="00CF2925"/>
    <w:rsid w:val="00CF2AC1"/>
    <w:rsid w:val="00CF30AF"/>
    <w:rsid w:val="00CF36B5"/>
    <w:rsid w:val="00CF3C71"/>
    <w:rsid w:val="00CF512F"/>
    <w:rsid w:val="00CF54A2"/>
    <w:rsid w:val="00CF55DC"/>
    <w:rsid w:val="00CF5844"/>
    <w:rsid w:val="00CF5B44"/>
    <w:rsid w:val="00CF5FE8"/>
    <w:rsid w:val="00CF72A0"/>
    <w:rsid w:val="00D001B8"/>
    <w:rsid w:val="00D00851"/>
    <w:rsid w:val="00D00EAB"/>
    <w:rsid w:val="00D0133A"/>
    <w:rsid w:val="00D01B9A"/>
    <w:rsid w:val="00D01D90"/>
    <w:rsid w:val="00D021EA"/>
    <w:rsid w:val="00D022ED"/>
    <w:rsid w:val="00D027BB"/>
    <w:rsid w:val="00D02C03"/>
    <w:rsid w:val="00D03AB5"/>
    <w:rsid w:val="00D03AE0"/>
    <w:rsid w:val="00D042D2"/>
    <w:rsid w:val="00D04411"/>
    <w:rsid w:val="00D05904"/>
    <w:rsid w:val="00D0750C"/>
    <w:rsid w:val="00D07FEB"/>
    <w:rsid w:val="00D109F6"/>
    <w:rsid w:val="00D1262A"/>
    <w:rsid w:val="00D148FF"/>
    <w:rsid w:val="00D16930"/>
    <w:rsid w:val="00D17110"/>
    <w:rsid w:val="00D212E5"/>
    <w:rsid w:val="00D23B4F"/>
    <w:rsid w:val="00D25F8F"/>
    <w:rsid w:val="00D26339"/>
    <w:rsid w:val="00D27438"/>
    <w:rsid w:val="00D27689"/>
    <w:rsid w:val="00D31B61"/>
    <w:rsid w:val="00D323A1"/>
    <w:rsid w:val="00D32B4F"/>
    <w:rsid w:val="00D3303F"/>
    <w:rsid w:val="00D3325D"/>
    <w:rsid w:val="00D33340"/>
    <w:rsid w:val="00D34775"/>
    <w:rsid w:val="00D34A26"/>
    <w:rsid w:val="00D35411"/>
    <w:rsid w:val="00D35448"/>
    <w:rsid w:val="00D35C8D"/>
    <w:rsid w:val="00D36A8C"/>
    <w:rsid w:val="00D37331"/>
    <w:rsid w:val="00D37EE4"/>
    <w:rsid w:val="00D40FA8"/>
    <w:rsid w:val="00D41261"/>
    <w:rsid w:val="00D4175E"/>
    <w:rsid w:val="00D41B16"/>
    <w:rsid w:val="00D41FE6"/>
    <w:rsid w:val="00D42795"/>
    <w:rsid w:val="00D42F52"/>
    <w:rsid w:val="00D434A4"/>
    <w:rsid w:val="00D43FA3"/>
    <w:rsid w:val="00D44BB1"/>
    <w:rsid w:val="00D45EDC"/>
    <w:rsid w:val="00D46679"/>
    <w:rsid w:val="00D468D4"/>
    <w:rsid w:val="00D46ECC"/>
    <w:rsid w:val="00D479AC"/>
    <w:rsid w:val="00D47D5D"/>
    <w:rsid w:val="00D5197A"/>
    <w:rsid w:val="00D521C4"/>
    <w:rsid w:val="00D521CE"/>
    <w:rsid w:val="00D5251A"/>
    <w:rsid w:val="00D53A9E"/>
    <w:rsid w:val="00D53E0B"/>
    <w:rsid w:val="00D547ED"/>
    <w:rsid w:val="00D54EE7"/>
    <w:rsid w:val="00D5534F"/>
    <w:rsid w:val="00D57889"/>
    <w:rsid w:val="00D60E00"/>
    <w:rsid w:val="00D6275B"/>
    <w:rsid w:val="00D6291E"/>
    <w:rsid w:val="00D63045"/>
    <w:rsid w:val="00D65E42"/>
    <w:rsid w:val="00D666F0"/>
    <w:rsid w:val="00D66F9E"/>
    <w:rsid w:val="00D675B8"/>
    <w:rsid w:val="00D711E4"/>
    <w:rsid w:val="00D71A3B"/>
    <w:rsid w:val="00D74C03"/>
    <w:rsid w:val="00D74D9E"/>
    <w:rsid w:val="00D75239"/>
    <w:rsid w:val="00D75C52"/>
    <w:rsid w:val="00D778B1"/>
    <w:rsid w:val="00D81485"/>
    <w:rsid w:val="00D81A2C"/>
    <w:rsid w:val="00D821D0"/>
    <w:rsid w:val="00D826CC"/>
    <w:rsid w:val="00D8353A"/>
    <w:rsid w:val="00D83C88"/>
    <w:rsid w:val="00D84507"/>
    <w:rsid w:val="00D85522"/>
    <w:rsid w:val="00D868D3"/>
    <w:rsid w:val="00D86C04"/>
    <w:rsid w:val="00D8704E"/>
    <w:rsid w:val="00D87238"/>
    <w:rsid w:val="00D87F91"/>
    <w:rsid w:val="00D91902"/>
    <w:rsid w:val="00D9191C"/>
    <w:rsid w:val="00D92971"/>
    <w:rsid w:val="00D9299A"/>
    <w:rsid w:val="00D92A90"/>
    <w:rsid w:val="00D93B93"/>
    <w:rsid w:val="00D9404D"/>
    <w:rsid w:val="00D958BC"/>
    <w:rsid w:val="00D95EBE"/>
    <w:rsid w:val="00D9641E"/>
    <w:rsid w:val="00D97C13"/>
    <w:rsid w:val="00DA068F"/>
    <w:rsid w:val="00DA1036"/>
    <w:rsid w:val="00DA21F2"/>
    <w:rsid w:val="00DA3461"/>
    <w:rsid w:val="00DA5496"/>
    <w:rsid w:val="00DA54DD"/>
    <w:rsid w:val="00DA556E"/>
    <w:rsid w:val="00DA5956"/>
    <w:rsid w:val="00DA7658"/>
    <w:rsid w:val="00DB1603"/>
    <w:rsid w:val="00DB233E"/>
    <w:rsid w:val="00DB5B90"/>
    <w:rsid w:val="00DB6B44"/>
    <w:rsid w:val="00DB725D"/>
    <w:rsid w:val="00DB7953"/>
    <w:rsid w:val="00DC097D"/>
    <w:rsid w:val="00DC27EA"/>
    <w:rsid w:val="00DC2E7F"/>
    <w:rsid w:val="00DC36E9"/>
    <w:rsid w:val="00DC3A35"/>
    <w:rsid w:val="00DC51D0"/>
    <w:rsid w:val="00DC66C1"/>
    <w:rsid w:val="00DC67F8"/>
    <w:rsid w:val="00DC6A4F"/>
    <w:rsid w:val="00DC6F8D"/>
    <w:rsid w:val="00DC7AB9"/>
    <w:rsid w:val="00DD03B8"/>
    <w:rsid w:val="00DD0D53"/>
    <w:rsid w:val="00DD13EF"/>
    <w:rsid w:val="00DD1BB8"/>
    <w:rsid w:val="00DD1E1B"/>
    <w:rsid w:val="00DD2294"/>
    <w:rsid w:val="00DD244B"/>
    <w:rsid w:val="00DD2866"/>
    <w:rsid w:val="00DD2E5D"/>
    <w:rsid w:val="00DD3A18"/>
    <w:rsid w:val="00DD46AB"/>
    <w:rsid w:val="00DD4896"/>
    <w:rsid w:val="00DD6724"/>
    <w:rsid w:val="00DD6809"/>
    <w:rsid w:val="00DD7776"/>
    <w:rsid w:val="00DE11B3"/>
    <w:rsid w:val="00DE1487"/>
    <w:rsid w:val="00DE16E0"/>
    <w:rsid w:val="00DE1A2C"/>
    <w:rsid w:val="00DE1B0D"/>
    <w:rsid w:val="00DE2103"/>
    <w:rsid w:val="00DE2D3E"/>
    <w:rsid w:val="00DE3F42"/>
    <w:rsid w:val="00DE4A6E"/>
    <w:rsid w:val="00DE4F0D"/>
    <w:rsid w:val="00DE62BE"/>
    <w:rsid w:val="00DE62F5"/>
    <w:rsid w:val="00DE639C"/>
    <w:rsid w:val="00DF10D0"/>
    <w:rsid w:val="00DF164D"/>
    <w:rsid w:val="00DF24C3"/>
    <w:rsid w:val="00DF29E9"/>
    <w:rsid w:val="00DF2C68"/>
    <w:rsid w:val="00DF588C"/>
    <w:rsid w:val="00DF6782"/>
    <w:rsid w:val="00E00083"/>
    <w:rsid w:val="00E00A72"/>
    <w:rsid w:val="00E02375"/>
    <w:rsid w:val="00E02587"/>
    <w:rsid w:val="00E037F2"/>
    <w:rsid w:val="00E0625C"/>
    <w:rsid w:val="00E063C3"/>
    <w:rsid w:val="00E06445"/>
    <w:rsid w:val="00E068D9"/>
    <w:rsid w:val="00E1026C"/>
    <w:rsid w:val="00E122A9"/>
    <w:rsid w:val="00E1280A"/>
    <w:rsid w:val="00E13D9C"/>
    <w:rsid w:val="00E14C71"/>
    <w:rsid w:val="00E15F20"/>
    <w:rsid w:val="00E17E25"/>
    <w:rsid w:val="00E2168D"/>
    <w:rsid w:val="00E218DA"/>
    <w:rsid w:val="00E21E2A"/>
    <w:rsid w:val="00E21E56"/>
    <w:rsid w:val="00E223A0"/>
    <w:rsid w:val="00E2316C"/>
    <w:rsid w:val="00E23E6C"/>
    <w:rsid w:val="00E24022"/>
    <w:rsid w:val="00E24FD9"/>
    <w:rsid w:val="00E25551"/>
    <w:rsid w:val="00E26CF0"/>
    <w:rsid w:val="00E27480"/>
    <w:rsid w:val="00E309C8"/>
    <w:rsid w:val="00E32285"/>
    <w:rsid w:val="00E32E4B"/>
    <w:rsid w:val="00E331A4"/>
    <w:rsid w:val="00E33733"/>
    <w:rsid w:val="00E36B55"/>
    <w:rsid w:val="00E3780D"/>
    <w:rsid w:val="00E404F3"/>
    <w:rsid w:val="00E408C5"/>
    <w:rsid w:val="00E40F79"/>
    <w:rsid w:val="00E417CC"/>
    <w:rsid w:val="00E41E6D"/>
    <w:rsid w:val="00E41EC0"/>
    <w:rsid w:val="00E426DF"/>
    <w:rsid w:val="00E4365A"/>
    <w:rsid w:val="00E43EB3"/>
    <w:rsid w:val="00E45071"/>
    <w:rsid w:val="00E461D1"/>
    <w:rsid w:val="00E462C8"/>
    <w:rsid w:val="00E47DBD"/>
    <w:rsid w:val="00E501C2"/>
    <w:rsid w:val="00E50746"/>
    <w:rsid w:val="00E50EDA"/>
    <w:rsid w:val="00E51199"/>
    <w:rsid w:val="00E549A2"/>
    <w:rsid w:val="00E5515F"/>
    <w:rsid w:val="00E5671E"/>
    <w:rsid w:val="00E57133"/>
    <w:rsid w:val="00E618A0"/>
    <w:rsid w:val="00E620FA"/>
    <w:rsid w:val="00E63BEC"/>
    <w:rsid w:val="00E63F11"/>
    <w:rsid w:val="00E64243"/>
    <w:rsid w:val="00E6448E"/>
    <w:rsid w:val="00E65532"/>
    <w:rsid w:val="00E658E7"/>
    <w:rsid w:val="00E665DD"/>
    <w:rsid w:val="00E71458"/>
    <w:rsid w:val="00E71C06"/>
    <w:rsid w:val="00E72DE5"/>
    <w:rsid w:val="00E72E15"/>
    <w:rsid w:val="00E72E47"/>
    <w:rsid w:val="00E73636"/>
    <w:rsid w:val="00E740AD"/>
    <w:rsid w:val="00E74112"/>
    <w:rsid w:val="00E75A3F"/>
    <w:rsid w:val="00E75C39"/>
    <w:rsid w:val="00E75E36"/>
    <w:rsid w:val="00E770E0"/>
    <w:rsid w:val="00E77A9A"/>
    <w:rsid w:val="00E77F7A"/>
    <w:rsid w:val="00E80C24"/>
    <w:rsid w:val="00E81D50"/>
    <w:rsid w:val="00E823FA"/>
    <w:rsid w:val="00E848DD"/>
    <w:rsid w:val="00E86F57"/>
    <w:rsid w:val="00E90469"/>
    <w:rsid w:val="00E90971"/>
    <w:rsid w:val="00E91871"/>
    <w:rsid w:val="00E926BD"/>
    <w:rsid w:val="00E928A5"/>
    <w:rsid w:val="00E938AD"/>
    <w:rsid w:val="00E93AD9"/>
    <w:rsid w:val="00E94796"/>
    <w:rsid w:val="00E94F38"/>
    <w:rsid w:val="00E97CC4"/>
    <w:rsid w:val="00EA0C8C"/>
    <w:rsid w:val="00EA1C7A"/>
    <w:rsid w:val="00EA23BC"/>
    <w:rsid w:val="00EA27D5"/>
    <w:rsid w:val="00EA37FB"/>
    <w:rsid w:val="00EA438F"/>
    <w:rsid w:val="00EA5370"/>
    <w:rsid w:val="00EA5D5E"/>
    <w:rsid w:val="00EA605E"/>
    <w:rsid w:val="00EB2277"/>
    <w:rsid w:val="00EB276A"/>
    <w:rsid w:val="00EB3290"/>
    <w:rsid w:val="00EB34D1"/>
    <w:rsid w:val="00EB569C"/>
    <w:rsid w:val="00EB689B"/>
    <w:rsid w:val="00EB6D8C"/>
    <w:rsid w:val="00EB761C"/>
    <w:rsid w:val="00EB799B"/>
    <w:rsid w:val="00EC0236"/>
    <w:rsid w:val="00EC0878"/>
    <w:rsid w:val="00EC1296"/>
    <w:rsid w:val="00EC3B83"/>
    <w:rsid w:val="00EC4D9A"/>
    <w:rsid w:val="00EC5B62"/>
    <w:rsid w:val="00EC5E30"/>
    <w:rsid w:val="00EC708D"/>
    <w:rsid w:val="00EC7C39"/>
    <w:rsid w:val="00EC7F1E"/>
    <w:rsid w:val="00ED0BC3"/>
    <w:rsid w:val="00ED1329"/>
    <w:rsid w:val="00ED3DC2"/>
    <w:rsid w:val="00ED3DEC"/>
    <w:rsid w:val="00ED3F93"/>
    <w:rsid w:val="00ED4D28"/>
    <w:rsid w:val="00ED6019"/>
    <w:rsid w:val="00ED601C"/>
    <w:rsid w:val="00ED60F2"/>
    <w:rsid w:val="00ED69FD"/>
    <w:rsid w:val="00ED7DE5"/>
    <w:rsid w:val="00EE0261"/>
    <w:rsid w:val="00EE0BE7"/>
    <w:rsid w:val="00EE13F4"/>
    <w:rsid w:val="00EE1A7B"/>
    <w:rsid w:val="00EE1FD6"/>
    <w:rsid w:val="00EE303D"/>
    <w:rsid w:val="00EE357D"/>
    <w:rsid w:val="00EE3933"/>
    <w:rsid w:val="00EE62AC"/>
    <w:rsid w:val="00EE6CE8"/>
    <w:rsid w:val="00EE6D3B"/>
    <w:rsid w:val="00EF1DEF"/>
    <w:rsid w:val="00EF208A"/>
    <w:rsid w:val="00EF2756"/>
    <w:rsid w:val="00EF2FBD"/>
    <w:rsid w:val="00EF31F6"/>
    <w:rsid w:val="00EF3712"/>
    <w:rsid w:val="00EF3922"/>
    <w:rsid w:val="00EF475F"/>
    <w:rsid w:val="00EF673D"/>
    <w:rsid w:val="00EF74DD"/>
    <w:rsid w:val="00EF7CB8"/>
    <w:rsid w:val="00EF7F36"/>
    <w:rsid w:val="00F00BFC"/>
    <w:rsid w:val="00F0310C"/>
    <w:rsid w:val="00F047ED"/>
    <w:rsid w:val="00F0531C"/>
    <w:rsid w:val="00F05C1A"/>
    <w:rsid w:val="00F05CCD"/>
    <w:rsid w:val="00F05DDE"/>
    <w:rsid w:val="00F0626B"/>
    <w:rsid w:val="00F07AB8"/>
    <w:rsid w:val="00F10D93"/>
    <w:rsid w:val="00F11637"/>
    <w:rsid w:val="00F1179E"/>
    <w:rsid w:val="00F11EFD"/>
    <w:rsid w:val="00F1319C"/>
    <w:rsid w:val="00F14021"/>
    <w:rsid w:val="00F14061"/>
    <w:rsid w:val="00F14240"/>
    <w:rsid w:val="00F15320"/>
    <w:rsid w:val="00F16305"/>
    <w:rsid w:val="00F166D3"/>
    <w:rsid w:val="00F16E10"/>
    <w:rsid w:val="00F17ED8"/>
    <w:rsid w:val="00F2321C"/>
    <w:rsid w:val="00F23DF3"/>
    <w:rsid w:val="00F2459F"/>
    <w:rsid w:val="00F24C60"/>
    <w:rsid w:val="00F253FA"/>
    <w:rsid w:val="00F263BF"/>
    <w:rsid w:val="00F26C25"/>
    <w:rsid w:val="00F26FFC"/>
    <w:rsid w:val="00F27304"/>
    <w:rsid w:val="00F27349"/>
    <w:rsid w:val="00F3035A"/>
    <w:rsid w:val="00F304AA"/>
    <w:rsid w:val="00F31589"/>
    <w:rsid w:val="00F31F0F"/>
    <w:rsid w:val="00F33167"/>
    <w:rsid w:val="00F34316"/>
    <w:rsid w:val="00F343C0"/>
    <w:rsid w:val="00F34916"/>
    <w:rsid w:val="00F35478"/>
    <w:rsid w:val="00F35C1B"/>
    <w:rsid w:val="00F3709E"/>
    <w:rsid w:val="00F441D6"/>
    <w:rsid w:val="00F45318"/>
    <w:rsid w:val="00F45B10"/>
    <w:rsid w:val="00F47FA2"/>
    <w:rsid w:val="00F5054F"/>
    <w:rsid w:val="00F50705"/>
    <w:rsid w:val="00F50A55"/>
    <w:rsid w:val="00F50E7F"/>
    <w:rsid w:val="00F51D11"/>
    <w:rsid w:val="00F52DDB"/>
    <w:rsid w:val="00F54630"/>
    <w:rsid w:val="00F55297"/>
    <w:rsid w:val="00F558A1"/>
    <w:rsid w:val="00F565D9"/>
    <w:rsid w:val="00F575D8"/>
    <w:rsid w:val="00F604D8"/>
    <w:rsid w:val="00F627C1"/>
    <w:rsid w:val="00F62841"/>
    <w:rsid w:val="00F62EBB"/>
    <w:rsid w:val="00F66926"/>
    <w:rsid w:val="00F66CD2"/>
    <w:rsid w:val="00F677E2"/>
    <w:rsid w:val="00F704EB"/>
    <w:rsid w:val="00F7085F"/>
    <w:rsid w:val="00F718FA"/>
    <w:rsid w:val="00F71B2C"/>
    <w:rsid w:val="00F741DB"/>
    <w:rsid w:val="00F75046"/>
    <w:rsid w:val="00F754B6"/>
    <w:rsid w:val="00F757E7"/>
    <w:rsid w:val="00F758F4"/>
    <w:rsid w:val="00F7660D"/>
    <w:rsid w:val="00F76EA4"/>
    <w:rsid w:val="00F77537"/>
    <w:rsid w:val="00F80540"/>
    <w:rsid w:val="00F8107B"/>
    <w:rsid w:val="00F8282E"/>
    <w:rsid w:val="00F82E88"/>
    <w:rsid w:val="00F83075"/>
    <w:rsid w:val="00F83944"/>
    <w:rsid w:val="00F849CD"/>
    <w:rsid w:val="00F86AC6"/>
    <w:rsid w:val="00F87219"/>
    <w:rsid w:val="00F872E2"/>
    <w:rsid w:val="00F87A03"/>
    <w:rsid w:val="00F90145"/>
    <w:rsid w:val="00F90320"/>
    <w:rsid w:val="00F90502"/>
    <w:rsid w:val="00F9178D"/>
    <w:rsid w:val="00F91C31"/>
    <w:rsid w:val="00F9236E"/>
    <w:rsid w:val="00F92F54"/>
    <w:rsid w:val="00F9322F"/>
    <w:rsid w:val="00F93EAC"/>
    <w:rsid w:val="00F9444D"/>
    <w:rsid w:val="00F944C8"/>
    <w:rsid w:val="00F9472B"/>
    <w:rsid w:val="00F94BBF"/>
    <w:rsid w:val="00F95DEC"/>
    <w:rsid w:val="00F962ED"/>
    <w:rsid w:val="00F967AE"/>
    <w:rsid w:val="00F96A8E"/>
    <w:rsid w:val="00F976A2"/>
    <w:rsid w:val="00FA01AE"/>
    <w:rsid w:val="00FA13AA"/>
    <w:rsid w:val="00FA1803"/>
    <w:rsid w:val="00FA18C1"/>
    <w:rsid w:val="00FA1D0D"/>
    <w:rsid w:val="00FA2FA1"/>
    <w:rsid w:val="00FA34D3"/>
    <w:rsid w:val="00FA3622"/>
    <w:rsid w:val="00FA37CE"/>
    <w:rsid w:val="00FA4167"/>
    <w:rsid w:val="00FA4186"/>
    <w:rsid w:val="00FA473A"/>
    <w:rsid w:val="00FA4DEB"/>
    <w:rsid w:val="00FA5C86"/>
    <w:rsid w:val="00FA6741"/>
    <w:rsid w:val="00FA6D61"/>
    <w:rsid w:val="00FB0212"/>
    <w:rsid w:val="00FB0BD7"/>
    <w:rsid w:val="00FB0CB5"/>
    <w:rsid w:val="00FB15FF"/>
    <w:rsid w:val="00FB1699"/>
    <w:rsid w:val="00FB42D0"/>
    <w:rsid w:val="00FB5BAC"/>
    <w:rsid w:val="00FB766E"/>
    <w:rsid w:val="00FC0BCB"/>
    <w:rsid w:val="00FC0CEE"/>
    <w:rsid w:val="00FC1049"/>
    <w:rsid w:val="00FC1367"/>
    <w:rsid w:val="00FC166F"/>
    <w:rsid w:val="00FC32DE"/>
    <w:rsid w:val="00FC42B8"/>
    <w:rsid w:val="00FC602C"/>
    <w:rsid w:val="00FC65CB"/>
    <w:rsid w:val="00FC6EA8"/>
    <w:rsid w:val="00FC70FF"/>
    <w:rsid w:val="00FD2F2E"/>
    <w:rsid w:val="00FD3E95"/>
    <w:rsid w:val="00FD4E66"/>
    <w:rsid w:val="00FD6695"/>
    <w:rsid w:val="00FD68A3"/>
    <w:rsid w:val="00FD6B72"/>
    <w:rsid w:val="00FD6CBA"/>
    <w:rsid w:val="00FD739B"/>
    <w:rsid w:val="00FD746A"/>
    <w:rsid w:val="00FE050A"/>
    <w:rsid w:val="00FE0C3B"/>
    <w:rsid w:val="00FE138C"/>
    <w:rsid w:val="00FE1E0B"/>
    <w:rsid w:val="00FE1FCF"/>
    <w:rsid w:val="00FE2517"/>
    <w:rsid w:val="00FE2731"/>
    <w:rsid w:val="00FE3472"/>
    <w:rsid w:val="00FE3E96"/>
    <w:rsid w:val="00FE44FB"/>
    <w:rsid w:val="00FE4EA2"/>
    <w:rsid w:val="00FE7DDE"/>
    <w:rsid w:val="00FF0585"/>
    <w:rsid w:val="00FF1CE6"/>
    <w:rsid w:val="00FF2002"/>
    <w:rsid w:val="00FF318B"/>
    <w:rsid w:val="00FF3CB2"/>
    <w:rsid w:val="00FF41D1"/>
    <w:rsid w:val="00FF66C5"/>
    <w:rsid w:val="00FF6EC8"/>
    <w:rsid w:val="00FF6FD0"/>
    <w:rsid w:val="00FF7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3B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C5E9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9"/>
    <w:qFormat/>
    <w:rsid w:val="00451143"/>
    <w:pPr>
      <w:spacing w:before="100" w:beforeAutospacing="1" w:after="100" w:afterAutospacing="1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E1FC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E37D9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123EE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123EE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123EE"/>
    <w:rPr>
      <w:rFonts w:ascii="Cambria" w:hAnsi="Cambria" w:cs="Times New Roman"/>
      <w:b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123EE"/>
    <w:rPr>
      <w:rFonts w:ascii="Calibri" w:hAnsi="Calibri" w:cs="Times New Roman"/>
      <w:b/>
    </w:rPr>
  </w:style>
  <w:style w:type="character" w:styleId="Hyperlink">
    <w:name w:val="Hyperlink"/>
    <w:basedOn w:val="DefaultParagraphFont"/>
    <w:uiPriority w:val="99"/>
    <w:rsid w:val="006E37D9"/>
    <w:rPr>
      <w:rFonts w:ascii="Arial" w:hAnsi="Arial" w:cs="Times New Roman"/>
      <w:color w:val="auto"/>
      <w:sz w:val="24"/>
      <w:u w:val="single"/>
    </w:rPr>
  </w:style>
  <w:style w:type="paragraph" w:styleId="NormalWeb">
    <w:name w:val="Normal (Web)"/>
    <w:basedOn w:val="Normal"/>
    <w:uiPriority w:val="99"/>
    <w:rsid w:val="006E37D9"/>
    <w:pPr>
      <w:spacing w:before="100" w:beforeAutospacing="1" w:after="100" w:afterAutospacing="1"/>
    </w:pPr>
  </w:style>
  <w:style w:type="paragraph" w:customStyle="1" w:styleId="smititle">
    <w:name w:val="smititle"/>
    <w:basedOn w:val="Normal"/>
    <w:uiPriority w:val="99"/>
    <w:rsid w:val="006E37D9"/>
    <w:pPr>
      <w:spacing w:before="100" w:beforeAutospacing="1" w:after="100" w:afterAutospacing="1"/>
    </w:pPr>
  </w:style>
  <w:style w:type="character" w:styleId="FootnoteReference">
    <w:name w:val="footnote reference"/>
    <w:basedOn w:val="DefaultParagraphFont"/>
    <w:uiPriority w:val="99"/>
    <w:semiHidden/>
    <w:rsid w:val="006E37D9"/>
    <w:rPr>
      <w:rFonts w:cs="Times New Roman"/>
      <w:vertAlign w:val="superscript"/>
    </w:rPr>
  </w:style>
  <w:style w:type="character" w:customStyle="1" w:styleId="greeninfo">
    <w:name w:val="green_info"/>
    <w:uiPriority w:val="99"/>
    <w:rsid w:val="006E37D9"/>
  </w:style>
  <w:style w:type="character" w:customStyle="1" w:styleId="7">
    <w:name w:val="стиль7"/>
    <w:uiPriority w:val="99"/>
    <w:rsid w:val="006E37D9"/>
  </w:style>
  <w:style w:type="character" w:styleId="HTMLCite">
    <w:name w:val="HTML Cite"/>
    <w:basedOn w:val="DefaultParagraphFont"/>
    <w:uiPriority w:val="99"/>
    <w:rsid w:val="006E37D9"/>
    <w:rPr>
      <w:rFonts w:cs="Times New Roman"/>
      <w:i/>
    </w:rPr>
  </w:style>
  <w:style w:type="character" w:styleId="Strong">
    <w:name w:val="Strong"/>
    <w:basedOn w:val="DefaultParagraphFont"/>
    <w:uiPriority w:val="99"/>
    <w:qFormat/>
    <w:rsid w:val="006E37D9"/>
    <w:rPr>
      <w:rFonts w:cs="Times New Roman"/>
      <w:b/>
    </w:rPr>
  </w:style>
  <w:style w:type="paragraph" w:styleId="BodyText2">
    <w:name w:val="Body Text 2"/>
    <w:basedOn w:val="Normal"/>
    <w:link w:val="BodyText2Char"/>
    <w:uiPriority w:val="99"/>
    <w:rsid w:val="00BD0A76"/>
    <w:pPr>
      <w:spacing w:after="200" w:line="271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123EE"/>
    <w:rPr>
      <w:rFonts w:cs="Times New Roman"/>
      <w:sz w:val="24"/>
    </w:rPr>
  </w:style>
  <w:style w:type="table" w:styleId="TableGrid">
    <w:name w:val="Table Grid"/>
    <w:basedOn w:val="TableNormal"/>
    <w:uiPriority w:val="99"/>
    <w:rsid w:val="00DB233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address">
    <w:name w:val="msoaddress"/>
    <w:uiPriority w:val="99"/>
    <w:rsid w:val="00DD46AB"/>
    <w:pPr>
      <w:spacing w:line="309" w:lineRule="auto"/>
    </w:pPr>
    <w:rPr>
      <w:rFonts w:ascii="Arial" w:hAnsi="Arial" w:cs="Arial"/>
      <w:color w:val="000000"/>
      <w:kern w:val="28"/>
      <w:sz w:val="14"/>
      <w:szCs w:val="14"/>
    </w:rPr>
  </w:style>
  <w:style w:type="paragraph" w:styleId="Title">
    <w:name w:val="Title"/>
    <w:basedOn w:val="Normal"/>
    <w:link w:val="TitleChar"/>
    <w:uiPriority w:val="99"/>
    <w:qFormat/>
    <w:rsid w:val="00EE1FD6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A123EE"/>
    <w:rPr>
      <w:rFonts w:ascii="Cambria" w:hAnsi="Cambria" w:cs="Times New Roman"/>
      <w:b/>
      <w:kern w:val="28"/>
      <w:sz w:val="32"/>
    </w:rPr>
  </w:style>
  <w:style w:type="character" w:customStyle="1" w:styleId="apple-converted-space">
    <w:name w:val="apple-converted-space"/>
    <w:uiPriority w:val="99"/>
    <w:rsid w:val="00324A3D"/>
  </w:style>
  <w:style w:type="character" w:customStyle="1" w:styleId="apple-style-span">
    <w:name w:val="apple-style-span"/>
    <w:uiPriority w:val="99"/>
    <w:rsid w:val="00947D07"/>
  </w:style>
  <w:style w:type="character" w:customStyle="1" w:styleId="text11">
    <w:name w:val="text11"/>
    <w:uiPriority w:val="99"/>
    <w:rsid w:val="00DF164D"/>
    <w:rPr>
      <w:rFonts w:ascii="Tahoma" w:hAnsi="Tahoma"/>
      <w:b/>
      <w:color w:val="auto"/>
      <w:sz w:val="18"/>
    </w:rPr>
  </w:style>
  <w:style w:type="paragraph" w:customStyle="1" w:styleId="msotagline">
    <w:name w:val="msotagline"/>
    <w:uiPriority w:val="99"/>
    <w:rsid w:val="009B3482"/>
    <w:rPr>
      <w:rFonts w:ascii="Book Antiqua" w:hAnsi="Book Antiqua" w:cs="Book Antiqua"/>
      <w:i/>
      <w:iCs/>
      <w:color w:val="000000"/>
      <w:kern w:val="28"/>
      <w:sz w:val="28"/>
      <w:szCs w:val="28"/>
    </w:rPr>
  </w:style>
  <w:style w:type="paragraph" w:customStyle="1" w:styleId="msolistparagraph0">
    <w:name w:val="msolistparagraph"/>
    <w:basedOn w:val="Normal"/>
    <w:uiPriority w:val="99"/>
    <w:rsid w:val="00BD084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1C10F6"/>
    <w:pPr>
      <w:spacing w:after="200"/>
      <w:ind w:left="720"/>
      <w:contextualSpacing/>
    </w:pPr>
  </w:style>
  <w:style w:type="paragraph" w:customStyle="1" w:styleId="western">
    <w:name w:val="western"/>
    <w:basedOn w:val="Normal"/>
    <w:uiPriority w:val="99"/>
    <w:rsid w:val="000F07F4"/>
    <w:pPr>
      <w:spacing w:before="100" w:beforeAutospacing="1" w:after="100" w:afterAutospacing="1"/>
    </w:pPr>
  </w:style>
  <w:style w:type="paragraph" w:styleId="NoSpacing">
    <w:name w:val="No Spacing"/>
    <w:uiPriority w:val="99"/>
    <w:qFormat/>
    <w:rsid w:val="00CC78F9"/>
    <w:rPr>
      <w:rFonts w:ascii="Calibri" w:hAnsi="Calibri"/>
    </w:rPr>
  </w:style>
  <w:style w:type="paragraph" w:styleId="Header">
    <w:name w:val="header"/>
    <w:basedOn w:val="Normal"/>
    <w:link w:val="HeaderChar"/>
    <w:uiPriority w:val="99"/>
    <w:semiHidden/>
    <w:rsid w:val="00583E0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83E0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583E0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83E0C"/>
    <w:rPr>
      <w:rFonts w:cs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450672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0B10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10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6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61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1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1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1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1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961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2330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61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612328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61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961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233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61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612335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61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961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jpeg"/><Relationship Id="rId5" Type="http://schemas.openxmlformats.org/officeDocument/2006/relationships/footnotes" Target="footnotes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1021</TotalTime>
  <Pages>2</Pages>
  <Words>17</Words>
  <Characters>101</Characters>
  <Application>Microsoft Office Outlook</Application>
  <DocSecurity>0</DocSecurity>
  <Lines>0</Lines>
  <Paragraphs>0</Paragraphs>
  <ScaleCrop>false</ScaleCrop>
  <Company>SibirSoft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</dc:creator>
  <cp:keywords/>
  <dc:description/>
  <cp:lastModifiedBy>Есаул</cp:lastModifiedBy>
  <cp:revision>48</cp:revision>
  <cp:lastPrinted>2015-03-13T12:47:00Z</cp:lastPrinted>
  <dcterms:created xsi:type="dcterms:W3CDTF">2015-02-06T14:02:00Z</dcterms:created>
  <dcterms:modified xsi:type="dcterms:W3CDTF">2015-03-13T12:55:00Z</dcterms:modified>
</cp:coreProperties>
</file>